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1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1620"/>
        <w:gridCol w:w="1709"/>
        <w:gridCol w:w="450"/>
        <w:gridCol w:w="3620"/>
        <w:gridCol w:w="2900"/>
      </w:tblGrid>
      <w:tr w:rsidR="004B4147" w:rsidRPr="004B4147" w:rsidTr="00E952ED">
        <w:trPr>
          <w:trHeight w:val="1560"/>
        </w:trPr>
        <w:tc>
          <w:tcPr>
            <w:tcW w:w="2160" w:type="dxa"/>
            <w:gridSpan w:val="2"/>
          </w:tcPr>
          <w:p w:rsidR="004B4147" w:rsidRPr="004B4147" w:rsidRDefault="001D2EBA" w:rsidP="004B4147">
            <w:pPr>
              <w:pStyle w:val="Logo"/>
            </w:pPr>
            <w:r>
              <w:rPr>
                <w:noProof/>
              </w:rPr>
              <w:drawing>
                <wp:inline distT="0" distB="0" distL="0" distR="0">
                  <wp:extent cx="763325" cy="8271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y pp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356" cy="844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8" w:type="dxa"/>
            <w:gridSpan w:val="4"/>
            <w:tcBorders>
              <w:bottom w:val="single" w:sz="4" w:space="0" w:color="FFFFFF" w:themeColor="background1"/>
            </w:tcBorders>
          </w:tcPr>
          <w:p w:rsidR="004B4147" w:rsidRDefault="001D2EBA" w:rsidP="004B4147">
            <w:pPr>
              <w:pStyle w:val="Title"/>
            </w:pPr>
            <w:r>
              <w:t>ENO</w:t>
            </w:r>
          </w:p>
          <w:p w:rsidR="004B4147" w:rsidRPr="004B4147" w:rsidRDefault="001D2EBA" w:rsidP="001D2EBA">
            <w:pPr>
              <w:pStyle w:val="Subtitle"/>
            </w:pPr>
            <w:r>
              <w:t>ATTE</w:t>
            </w:r>
          </w:p>
        </w:tc>
      </w:tr>
      <w:tr w:rsidR="00A21AF8" w:rsidRPr="004B4147" w:rsidTr="00E952ED">
        <w:tc>
          <w:tcPr>
            <w:tcW w:w="2160" w:type="dxa"/>
            <w:gridSpan w:val="2"/>
          </w:tcPr>
          <w:p w:rsidR="00A21AF8" w:rsidRPr="004B4147" w:rsidRDefault="00A21AF8" w:rsidP="000161E1"/>
        </w:tc>
        <w:tc>
          <w:tcPr>
            <w:tcW w:w="8678" w:type="dxa"/>
            <w:gridSpan w:val="4"/>
            <w:tcBorders>
              <w:top w:val="single" w:sz="4" w:space="0" w:color="FFFFFF" w:themeColor="background1"/>
            </w:tcBorders>
          </w:tcPr>
          <w:p w:rsidR="00A21AF8" w:rsidRPr="004B4147" w:rsidRDefault="001D2EBA" w:rsidP="001D2EBA">
            <w:pPr>
              <w:pStyle w:val="Jobtitle"/>
            </w:pPr>
            <w:r>
              <w:t>Software Engineer</w:t>
            </w:r>
          </w:p>
        </w:tc>
      </w:tr>
      <w:tr w:rsidR="007772B1" w:rsidRPr="004B4147" w:rsidTr="00E952ED">
        <w:trPr>
          <w:trHeight w:val="720"/>
        </w:trPr>
        <w:tc>
          <w:tcPr>
            <w:tcW w:w="2160" w:type="dxa"/>
            <w:gridSpan w:val="2"/>
          </w:tcPr>
          <w:p w:rsidR="007772B1" w:rsidRPr="004B4147" w:rsidRDefault="007772B1" w:rsidP="00A21AF8"/>
        </w:tc>
        <w:tc>
          <w:tcPr>
            <w:tcW w:w="8678" w:type="dxa"/>
            <w:gridSpan w:val="4"/>
          </w:tcPr>
          <w:p w:rsidR="007772B1" w:rsidRDefault="007772B1" w:rsidP="00A21AF8">
            <w:pPr>
              <w:pStyle w:val="Jobtitle"/>
            </w:pPr>
          </w:p>
        </w:tc>
      </w:tr>
      <w:tr w:rsidR="00BF0DAF" w:rsidRPr="00997E86" w:rsidTr="00E952ED">
        <w:tc>
          <w:tcPr>
            <w:tcW w:w="540" w:type="dxa"/>
            <w:vAlign w:val="center"/>
          </w:tcPr>
          <w:p w:rsidR="00BF0DAF" w:rsidRPr="00997E86" w:rsidRDefault="00BF0DAF" w:rsidP="00BF0DAF">
            <w:pPr>
              <w:pStyle w:val="Contact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45170A8" wp14:editId="435B8425">
                      <wp:extent cx="213066" cy="213066"/>
                      <wp:effectExtent l="0" t="0" r="0" b="0"/>
                      <wp:docPr id="131" name="Group 131" descr="Icon Phone">
                        <a:extLst xmlns:a="http://schemas.openxmlformats.org/drawingml/2006/main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3066" cy="213066"/>
                                <a:chOff x="515891" y="2129521"/>
                                <a:chExt cx="213066" cy="213066"/>
                              </a:xfrm>
                            </wpg:grpSpPr>
                            <wps:wsp>
                              <wps:cNvPr id="132" name="Rectangle 132">
                                <a:extLst>
                                  <a:ext uri="{C183D7F6-B498-43B3-948B-1728B52AA6E4}">
                                    <adec:decorative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dec="http://schemas.microsoft.com/office/drawing/2017/decorative" val="1"/>
                                  </a:ext>
                                </a:extLst>
                              </wps:cNvPr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515891" y="2129521"/>
                                  <a:ext cx="213066" cy="21306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33" name="Graphic 28" descr="Icon Phone">
                                  <a:extLst/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12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77008" y="2190638"/>
                                  <a:ext cx="90832" cy="9083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7C81CEB" id="Group 131" o:spid="_x0000_s1026" alt="Icon Phone" style="width:16.8pt;height:16.8pt;mso-position-horizontal-relative:char;mso-position-vertical-relative:line" coordorigin="5158,21295" coordsize="2130,21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">
                      <v:rect id="Rectangle 132" o:spid="_x0000_s1027" style="position:absolute;left:5158;top:21295;width:2131;height:21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" fillcolor="#1d3251 [3204]" stroked="f" strokeweight="1pt">
                        <v:path arrowok="t"/>
                        <o:lock v:ext="edit" aspectratio="t"/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phic 28" o:spid="_x0000_s1028" type="#_x0000_t75" alt="Icon Phone" style="position:absolute;left:5770;top:21906;width:908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">
                        <v:imagedata r:id="rId13" o:title="Icon Phone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29" w:type="dxa"/>
            <w:gridSpan w:val="2"/>
            <w:vAlign w:val="center"/>
          </w:tcPr>
          <w:p w:rsidR="00BF0DAF" w:rsidRPr="00B03ED5" w:rsidRDefault="001D2EBA" w:rsidP="001D2EBA">
            <w:pPr>
              <w:pStyle w:val="Contact"/>
            </w:pPr>
            <w:r>
              <w:t>+234 8063611790</w:t>
            </w:r>
          </w:p>
        </w:tc>
        <w:tc>
          <w:tcPr>
            <w:tcW w:w="450" w:type="dxa"/>
          </w:tcPr>
          <w:p w:rsidR="00BF0DAF" w:rsidRPr="00997E86" w:rsidRDefault="00BF0DAF" w:rsidP="00BF0DAF"/>
        </w:tc>
        <w:tc>
          <w:tcPr>
            <w:tcW w:w="6519" w:type="dxa"/>
            <w:gridSpan w:val="2"/>
            <w:vMerge w:val="restart"/>
          </w:tcPr>
          <w:sdt>
            <w:sdtPr>
              <w:id w:val="1958058710"/>
              <w:placeholder>
                <w:docPart w:val="7BA7CFE2915940A1BC4F5D7A9D072B78"/>
              </w:placeholder>
              <w:temporary/>
              <w:showingPlcHdr/>
              <w15:appearance w15:val="hidden"/>
            </w:sdtPr>
            <w:sdtEndPr/>
            <w:sdtContent>
              <w:p w:rsidR="00BF0DAF" w:rsidRPr="00997E86" w:rsidRDefault="00BF0DAF" w:rsidP="00BF0DAF">
                <w:pPr>
                  <w:pStyle w:val="Heading1"/>
                </w:pPr>
                <w:r w:rsidRPr="007772B1">
                  <w:t>ABOUT ME</w:t>
                </w:r>
              </w:p>
            </w:sdtContent>
          </w:sdt>
        </w:tc>
      </w:tr>
      <w:tr w:rsidR="00BF0DAF" w:rsidRPr="00997E86" w:rsidTr="00E952ED">
        <w:tc>
          <w:tcPr>
            <w:tcW w:w="540" w:type="dxa"/>
            <w:vAlign w:val="center"/>
          </w:tcPr>
          <w:p w:rsidR="00BF0DAF" w:rsidRPr="00621B5C" w:rsidRDefault="00BF0DAF" w:rsidP="00BF0DAF">
            <w:pPr>
              <w:pStyle w:val="Contact"/>
            </w:pPr>
            <w:r w:rsidRPr="00621B5C">
              <w:rPr>
                <w:noProof/>
              </w:rPr>
              <mc:AlternateContent>
                <mc:Choice Requires="wpg">
                  <w:drawing>
                    <wp:inline distT="0" distB="0" distL="0" distR="0" wp14:anchorId="4D9CD444" wp14:editId="11CE5E26">
                      <wp:extent cx="213066" cy="213066"/>
                      <wp:effectExtent l="0" t="0" r="0" b="0"/>
                      <wp:docPr id="137" name="Group 137" descr="Icon Email">
                        <a:extLst xmlns:a="http://schemas.openxmlformats.org/drawingml/2006/main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3066" cy="213066"/>
                                <a:chOff x="515891" y="2402983"/>
                                <a:chExt cx="213066" cy="213066"/>
                              </a:xfrm>
                            </wpg:grpSpPr>
                            <wps:wsp>
                              <wps:cNvPr id="138" name="Rectangle 138">
                                <a:extLst>
                                  <a:ext uri="{C183D7F6-B498-43B3-948B-1728B52AA6E4}">
                                    <adec:decorative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dec="http://schemas.microsoft.com/office/drawing/2017/decorative" val="1"/>
                                  </a:ext>
                                </a:extLst>
                              </wps:cNvPr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515891" y="2402983"/>
                                  <a:ext cx="213066" cy="21306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39" name="Graphic 30" descr="Icon Email">
                                  <a:extLst/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15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71761" y="2472564"/>
                                  <a:ext cx="97024" cy="7484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7AE7CE6" id="Group 137" o:spid="_x0000_s1026" alt="Icon Email" style="width:16.8pt;height:16.8pt;mso-position-horizontal-relative:char;mso-position-vertical-relative:line" coordorigin="5158,24029" coordsize="2130,21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">
                      <v:rect id="Rectangle 138" o:spid="_x0000_s1027" style="position:absolute;left:5158;top:24029;width:2131;height:21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" fillcolor="#1d3251 [3204]" stroked="f" strokeweight="1pt">
                        <v:path arrowok="t"/>
                        <o:lock v:ext="edit" aspectratio="t"/>
                      </v:rect>
                      <v:shape id="Graphic 30" o:spid="_x0000_s1028" type="#_x0000_t75" alt="Icon Email" style="position:absolute;left:5717;top:24725;width:970;height: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">
                        <v:imagedata r:id="rId16" o:title="Icon Email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29" w:type="dxa"/>
            <w:gridSpan w:val="2"/>
            <w:vAlign w:val="center"/>
          </w:tcPr>
          <w:p w:rsidR="00BF0DAF" w:rsidRPr="00B03ED5" w:rsidRDefault="001D2EBA" w:rsidP="001D2EBA">
            <w:pPr>
              <w:pStyle w:val="Contact"/>
            </w:pPr>
            <w:r>
              <w:t>attegift@gmail.com</w:t>
            </w:r>
          </w:p>
        </w:tc>
        <w:tc>
          <w:tcPr>
            <w:tcW w:w="450" w:type="dxa"/>
          </w:tcPr>
          <w:p w:rsidR="00BF0DAF" w:rsidRPr="00997E86" w:rsidRDefault="00BF0DAF" w:rsidP="00BF0DAF"/>
        </w:tc>
        <w:tc>
          <w:tcPr>
            <w:tcW w:w="6519" w:type="dxa"/>
            <w:gridSpan w:val="2"/>
            <w:vMerge/>
          </w:tcPr>
          <w:p w:rsidR="00BF0DAF" w:rsidRPr="00997E86" w:rsidRDefault="00BF0DAF" w:rsidP="00BF0DAF"/>
        </w:tc>
      </w:tr>
      <w:tr w:rsidR="00CD2FD2" w:rsidRPr="00CD2FD2" w:rsidTr="00E952ED">
        <w:trPr>
          <w:trHeight w:val="432"/>
        </w:trPr>
        <w:tc>
          <w:tcPr>
            <w:tcW w:w="540" w:type="dxa"/>
            <w:vAlign w:val="center"/>
          </w:tcPr>
          <w:p w:rsidR="00CD2FD2" w:rsidRPr="00621B5C" w:rsidRDefault="00CD2FD2" w:rsidP="00CD2FD2">
            <w:pPr>
              <w:pStyle w:val="Contact"/>
            </w:pPr>
            <w:r w:rsidRPr="00621B5C">
              <w:rPr>
                <w:noProof/>
              </w:rPr>
              <mc:AlternateContent>
                <mc:Choice Requires="wpg">
                  <w:drawing>
                    <wp:inline distT="0" distB="0" distL="0" distR="0" wp14:anchorId="0F1A84BC" wp14:editId="522CC706">
                      <wp:extent cx="213066" cy="213066"/>
                      <wp:effectExtent l="0" t="0" r="0" b="0"/>
                      <wp:docPr id="140" name="Group 140" descr="Icon Location">
                        <a:extLst xmlns:a="http://schemas.openxmlformats.org/drawingml/2006/main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3066" cy="213066"/>
                                <a:chOff x="515891" y="2676445"/>
                                <a:chExt cx="213066" cy="213066"/>
                              </a:xfrm>
                            </wpg:grpSpPr>
                            <wps:wsp>
                              <wps:cNvPr id="141" name="Rectangle 141">
                                <a:extLst>
                                  <a:ext uri="{C183D7F6-B498-43B3-948B-1728B52AA6E4}">
                                    <adec:decorative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dec="http://schemas.microsoft.com/office/drawing/2017/decorative" val="1"/>
                                  </a:ext>
                                </a:extLst>
                              </wps:cNvPr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515891" y="2676445"/>
                                  <a:ext cx="213066" cy="21306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42" name="Graphic 29" descr="Icon Location">
                                  <a:extLst/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18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83197" y="2724555"/>
                                  <a:ext cx="78455" cy="11684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CCB7D3" id="Group 140" o:spid="_x0000_s1026" alt="Icon Location" style="width:16.8pt;height:16.8pt;mso-position-horizontal-relative:char;mso-position-vertical-relative:line" coordorigin="5158,26764" coordsize="2130,21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">
                      <v:rect id="Rectangle 141" o:spid="_x0000_s1027" style="position:absolute;left:5158;top:26764;width:2131;height:21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" fillcolor="#1d3251 [3204]" stroked="f" strokeweight="1pt">
                        <v:path arrowok="t"/>
                        <o:lock v:ext="edit" aspectratio="t"/>
                      </v:rect>
                      <v:shape id="Graphic 29" o:spid="_x0000_s1028" type="#_x0000_t75" alt="Icon Location" style="position:absolute;left:5831;top:27245;width:785;height:11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">
                        <v:imagedata r:id="rId19" o:title="Icon Location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29" w:type="dxa"/>
            <w:gridSpan w:val="2"/>
            <w:vAlign w:val="center"/>
          </w:tcPr>
          <w:p w:rsidR="00CD2FD2" w:rsidRPr="00B03ED5" w:rsidRDefault="001D2EBA" w:rsidP="001D2EBA">
            <w:pPr>
              <w:pStyle w:val="Contact"/>
            </w:pPr>
            <w:r>
              <w:t>Port Harcourt/Rivers State/Nig.</w:t>
            </w:r>
          </w:p>
        </w:tc>
        <w:tc>
          <w:tcPr>
            <w:tcW w:w="450" w:type="dxa"/>
          </w:tcPr>
          <w:p w:rsidR="00CD2FD2" w:rsidRPr="00997E86" w:rsidRDefault="00CD2FD2" w:rsidP="00CD2FD2"/>
        </w:tc>
        <w:tc>
          <w:tcPr>
            <w:tcW w:w="3620" w:type="dxa"/>
            <w:vMerge w:val="restart"/>
            <w:tcBorders>
              <w:bottom w:val="single" w:sz="4" w:space="0" w:color="D9D9D9" w:themeColor="background1" w:themeShade="D9"/>
            </w:tcBorders>
          </w:tcPr>
          <w:p w:rsidR="00CD2FD2" w:rsidRPr="00997E86" w:rsidRDefault="008F1872" w:rsidP="008F1872">
            <w:pPr>
              <w:spacing w:after="5" w:line="238" w:lineRule="auto"/>
              <w:ind w:left="10" w:hanging="10"/>
            </w:pPr>
            <w:r>
              <w:rPr>
                <w:sz w:val="24"/>
              </w:rPr>
              <w:t xml:space="preserve">Full stack Web Developer specializing in front and back end development. Experienced with all stages of the development cycle for dynamic web projects. Well-versed in numerous programming languages </w:t>
            </w:r>
            <w:r w:rsidR="006E3800">
              <w:rPr>
                <w:sz w:val="24"/>
              </w:rPr>
              <w:t>.</w:t>
            </w:r>
          </w:p>
        </w:tc>
        <w:tc>
          <w:tcPr>
            <w:tcW w:w="2900" w:type="dxa"/>
            <w:vMerge w:val="restart"/>
            <w:tcBorders>
              <w:bottom w:val="single" w:sz="4" w:space="0" w:color="D9D9D9" w:themeColor="background1" w:themeShade="D9"/>
            </w:tcBorders>
          </w:tcPr>
          <w:p w:rsidR="006E3800" w:rsidRPr="00CD2FD2" w:rsidRDefault="006E3800" w:rsidP="006E3800">
            <w:pPr>
              <w:rPr>
                <w:lang w:val="it-IT"/>
              </w:rPr>
            </w:pPr>
            <w:r>
              <w:rPr>
                <w:lang w:val="it-IT"/>
              </w:rPr>
              <w:t xml:space="preserve">Believes in self descipline, deligent and a proactive team work.Inovative and Strong  Descision maker </w:t>
            </w:r>
          </w:p>
        </w:tc>
      </w:tr>
      <w:tr w:rsidR="00CD2FD2" w:rsidRPr="00997E86" w:rsidTr="00E952ED">
        <w:tc>
          <w:tcPr>
            <w:tcW w:w="540" w:type="dxa"/>
            <w:vAlign w:val="center"/>
          </w:tcPr>
          <w:p w:rsidR="00CD2FD2" w:rsidRPr="00621B5C" w:rsidRDefault="00CD2FD2" w:rsidP="00CD2FD2">
            <w:pPr>
              <w:pStyle w:val="Contact"/>
            </w:pPr>
            <w:r w:rsidRPr="00621B5C">
              <w:rPr>
                <w:noProof/>
              </w:rPr>
              <mc:AlternateContent>
                <mc:Choice Requires="wpg">
                  <w:drawing>
                    <wp:inline distT="0" distB="0" distL="0" distR="0" wp14:anchorId="08BDF77C" wp14:editId="78E0C8CE">
                      <wp:extent cx="213066" cy="213066"/>
                      <wp:effectExtent l="0" t="0" r="0" b="0"/>
                      <wp:docPr id="143" name="Group 143" descr="Icon LinkedIn">
                        <a:extLst xmlns:a="http://schemas.openxmlformats.org/drawingml/2006/main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3066" cy="213066"/>
                                <a:chOff x="515891" y="2949907"/>
                                <a:chExt cx="213066" cy="213066"/>
                              </a:xfrm>
                            </wpg:grpSpPr>
                            <wps:wsp>
                              <wps:cNvPr id="144" name="Rectangle 144">
                                <a:extLst>
                                  <a:ext uri="{C183D7F6-B498-43B3-948B-1728B52AA6E4}">
                                    <adec:decorative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dec="http://schemas.microsoft.com/office/drawing/2017/decorative" val="1"/>
                                  </a:ext>
                                </a:extLst>
                              </wps:cNvPr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515891" y="2949907"/>
                                  <a:ext cx="213066" cy="21306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45" name="Graphic 34" descr="Call center">
                                  <a:extLst/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21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54464" y="2988480"/>
                                  <a:ext cx="135920" cy="1359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3403ABE" id="Group 143" o:spid="_x0000_s1026" alt="Icon LinkedIn" style="width:16.8pt;height:16.8pt;mso-position-horizontal-relative:char;mso-position-vertical-relative:line" coordorigin="5158,29499" coordsize="2130,21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">
                      <v:rect id="Rectangle 144" o:spid="_x0000_s1027" style="position:absolute;left:5158;top:29499;width:2131;height:21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" fillcolor="#1d3251 [3204]" stroked="f" strokeweight="1pt">
                        <v:path arrowok="t"/>
                        <o:lock v:ext="edit" aspectratio="t"/>
                      </v:rect>
                      <v:shape id="Graphic 34" o:spid="_x0000_s1028" type="#_x0000_t75" alt="Call center" style="position:absolute;left:5544;top:29884;width:1359;height:13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">
                        <v:imagedata r:id="rId22" o:title="Call center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29" w:type="dxa"/>
            <w:gridSpan w:val="2"/>
            <w:vAlign w:val="center"/>
          </w:tcPr>
          <w:p w:rsidR="00CD2FD2" w:rsidRPr="00B03ED5" w:rsidRDefault="00824845" w:rsidP="001D2EBA">
            <w:pPr>
              <w:pStyle w:val="Contact"/>
            </w:pPr>
            <w:r>
              <w:rPr>
                <w:rStyle w:val="vanity-namedisplay-name"/>
                <w:rFonts w:ascii="Segoe UI" w:hAnsi="Segoe UI" w:cs="Segoe UI"/>
                <w:bdr w:val="none" w:sz="0" w:space="0" w:color="auto" w:frame="1"/>
                <w:shd w:val="clear" w:color="auto" w:fill="FFFFFF"/>
              </w:rPr>
              <w:t>eno-atte-87b738164</w:t>
            </w:r>
          </w:p>
        </w:tc>
        <w:tc>
          <w:tcPr>
            <w:tcW w:w="450" w:type="dxa"/>
          </w:tcPr>
          <w:p w:rsidR="00CD2FD2" w:rsidRPr="00997E86" w:rsidRDefault="00CD2FD2" w:rsidP="00CD2FD2"/>
        </w:tc>
        <w:tc>
          <w:tcPr>
            <w:tcW w:w="3620" w:type="dxa"/>
            <w:vMerge/>
            <w:tcBorders>
              <w:bottom w:val="single" w:sz="4" w:space="0" w:color="D9D9D9" w:themeColor="background1" w:themeShade="D9"/>
            </w:tcBorders>
          </w:tcPr>
          <w:p w:rsidR="00CD2FD2" w:rsidRPr="00997E86" w:rsidRDefault="00CD2FD2" w:rsidP="00CD2FD2"/>
        </w:tc>
        <w:tc>
          <w:tcPr>
            <w:tcW w:w="2900" w:type="dxa"/>
            <w:vMerge/>
            <w:tcBorders>
              <w:bottom w:val="single" w:sz="4" w:space="0" w:color="D9D9D9" w:themeColor="background1" w:themeShade="D9"/>
            </w:tcBorders>
          </w:tcPr>
          <w:p w:rsidR="00CD2FD2" w:rsidRPr="00997E86" w:rsidRDefault="00CD2FD2" w:rsidP="00CD2FD2"/>
        </w:tc>
      </w:tr>
      <w:tr w:rsidR="00CD2FD2" w:rsidRPr="00997E86" w:rsidTr="00E952ED">
        <w:tc>
          <w:tcPr>
            <w:tcW w:w="540" w:type="dxa"/>
            <w:vAlign w:val="center"/>
          </w:tcPr>
          <w:p w:rsidR="00CD2FD2" w:rsidRPr="00621B5C" w:rsidRDefault="001D2EBA" w:rsidP="00CD2FD2">
            <w:pPr>
              <w:pStyle w:val="Contact"/>
            </w:pPr>
            <w:r w:rsidRPr="00621B5C">
              <w:rPr>
                <w:noProof/>
              </w:rPr>
              <mc:AlternateContent>
                <mc:Choice Requires="wpg">
                  <w:drawing>
                    <wp:inline distT="0" distB="0" distL="0" distR="0" wp14:anchorId="17BB4064" wp14:editId="05A1F248">
                      <wp:extent cx="213066" cy="213066"/>
                      <wp:effectExtent l="0" t="0" r="0" b="0"/>
                      <wp:docPr id="150" name="Group 150" descr="Icon Website">
                        <a:extLst xmlns:a="http://schemas.openxmlformats.org/drawingml/2006/main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3066" cy="213066"/>
                                <a:chOff x="515891" y="3496832"/>
                                <a:chExt cx="213066" cy="213066"/>
                              </a:xfrm>
                            </wpg:grpSpPr>
                            <wps:wsp>
                              <wps:cNvPr id="151" name="Rectangle 151">
                                <a:extLst>
                                  <a:ext uri="{C183D7F6-B498-43B3-948B-1728B52AA6E4}">
                                    <adec:decorative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dec="http://schemas.microsoft.com/office/drawing/2017/decorative" val="1"/>
                                  </a:ext>
                                </a:extLst>
                              </wps:cNvPr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515891" y="3496832"/>
                                  <a:ext cx="213066" cy="21306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52" name="Graphic 31" descr="Link">
                                  <a:extLst/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24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40193" y="3521134"/>
                                  <a:ext cx="164463" cy="16446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04A6C52" id="Group 150" o:spid="_x0000_s1026" alt="Icon Website" style="width:16.8pt;height:16.8pt;mso-position-horizontal-relative:char;mso-position-vertical-relative:line" coordorigin="5158,34968" coordsize="2130,21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">
                      <v:rect id="Rectangle 151" o:spid="_x0000_s1027" style="position:absolute;left:5158;top:34968;width:2131;height:21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" fillcolor="#1d3251 [3204]" stroked="f" strokeweight="1pt">
                        <v:path arrowok="t"/>
                        <o:lock v:ext="edit" aspectratio="t"/>
                      </v:rect>
                      <v:shape id="Graphic 31" o:spid="_x0000_s1028" type="#_x0000_t75" alt="Link" style="position:absolute;left:5401;top:35211;width:1645;height:16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">
                        <v:imagedata r:id="rId25" o:title="Link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29" w:type="dxa"/>
            <w:gridSpan w:val="2"/>
            <w:vAlign w:val="center"/>
          </w:tcPr>
          <w:p w:rsidR="00CD2FD2" w:rsidRPr="00B03ED5" w:rsidRDefault="001D2EBA" w:rsidP="001D2EBA">
            <w:pPr>
              <w:pStyle w:val="Contact"/>
            </w:pPr>
            <w:r>
              <w:t>https://royalbrainsms.com</w:t>
            </w:r>
          </w:p>
        </w:tc>
        <w:tc>
          <w:tcPr>
            <w:tcW w:w="450" w:type="dxa"/>
          </w:tcPr>
          <w:p w:rsidR="00CD2FD2" w:rsidRPr="00997E86" w:rsidRDefault="00CD2FD2" w:rsidP="00CD2FD2"/>
        </w:tc>
        <w:tc>
          <w:tcPr>
            <w:tcW w:w="3620" w:type="dxa"/>
            <w:vMerge/>
            <w:tcBorders>
              <w:bottom w:val="single" w:sz="4" w:space="0" w:color="D9D9D9" w:themeColor="background1" w:themeShade="D9"/>
            </w:tcBorders>
          </w:tcPr>
          <w:p w:rsidR="00CD2FD2" w:rsidRPr="00997E86" w:rsidRDefault="00CD2FD2" w:rsidP="00CD2FD2"/>
        </w:tc>
        <w:tc>
          <w:tcPr>
            <w:tcW w:w="2900" w:type="dxa"/>
            <w:vMerge/>
            <w:tcBorders>
              <w:bottom w:val="single" w:sz="4" w:space="0" w:color="D9D9D9" w:themeColor="background1" w:themeShade="D9"/>
            </w:tcBorders>
          </w:tcPr>
          <w:p w:rsidR="00CD2FD2" w:rsidRPr="00997E86" w:rsidRDefault="00CD2FD2" w:rsidP="00CD2FD2"/>
        </w:tc>
      </w:tr>
      <w:tr w:rsidR="00CD2FD2" w:rsidRPr="00997E86" w:rsidTr="00E952ED">
        <w:tc>
          <w:tcPr>
            <w:tcW w:w="540" w:type="dxa"/>
            <w:vAlign w:val="center"/>
          </w:tcPr>
          <w:p w:rsidR="00CD2FD2" w:rsidRPr="00621B5C" w:rsidRDefault="006E3800" w:rsidP="00CD2FD2">
            <w:pPr>
              <w:pStyle w:val="Contact"/>
            </w:pPr>
            <w:r>
              <w:t>.</w:t>
            </w:r>
          </w:p>
        </w:tc>
        <w:tc>
          <w:tcPr>
            <w:tcW w:w="3329" w:type="dxa"/>
            <w:gridSpan w:val="2"/>
            <w:vAlign w:val="center"/>
          </w:tcPr>
          <w:p w:rsidR="00CD2FD2" w:rsidRPr="00B03ED5" w:rsidRDefault="00CD2FD2" w:rsidP="001D2EBA">
            <w:pPr>
              <w:pStyle w:val="Contact"/>
            </w:pPr>
          </w:p>
        </w:tc>
        <w:tc>
          <w:tcPr>
            <w:tcW w:w="450" w:type="dxa"/>
          </w:tcPr>
          <w:p w:rsidR="00CD2FD2" w:rsidRPr="00997E86" w:rsidRDefault="00CD2FD2" w:rsidP="00CD2FD2"/>
        </w:tc>
        <w:tc>
          <w:tcPr>
            <w:tcW w:w="3620" w:type="dxa"/>
            <w:vMerge/>
            <w:tcBorders>
              <w:bottom w:val="single" w:sz="4" w:space="0" w:color="D9D9D9" w:themeColor="background1" w:themeShade="D9"/>
            </w:tcBorders>
          </w:tcPr>
          <w:p w:rsidR="00CD2FD2" w:rsidRPr="00997E86" w:rsidRDefault="00CD2FD2" w:rsidP="00CD2FD2"/>
        </w:tc>
        <w:tc>
          <w:tcPr>
            <w:tcW w:w="2900" w:type="dxa"/>
            <w:vMerge/>
            <w:tcBorders>
              <w:bottom w:val="single" w:sz="4" w:space="0" w:color="D9D9D9" w:themeColor="background1" w:themeShade="D9"/>
            </w:tcBorders>
          </w:tcPr>
          <w:p w:rsidR="00CD2FD2" w:rsidRPr="00997E86" w:rsidRDefault="00CD2FD2" w:rsidP="00CD2FD2"/>
        </w:tc>
      </w:tr>
      <w:tr w:rsidR="00CD2FD2" w:rsidRPr="00997E86" w:rsidTr="00E952ED">
        <w:trPr>
          <w:trHeight w:val="720"/>
        </w:trPr>
        <w:tc>
          <w:tcPr>
            <w:tcW w:w="3869" w:type="dxa"/>
            <w:gridSpan w:val="3"/>
          </w:tcPr>
          <w:p w:rsidR="00CD2FD2" w:rsidRPr="00997E86" w:rsidRDefault="00CD2FD2" w:rsidP="00CD2FD2"/>
        </w:tc>
        <w:tc>
          <w:tcPr>
            <w:tcW w:w="450" w:type="dxa"/>
          </w:tcPr>
          <w:p w:rsidR="00CD2FD2" w:rsidRPr="00997E86" w:rsidRDefault="00CD2FD2" w:rsidP="00CD2FD2"/>
        </w:tc>
        <w:tc>
          <w:tcPr>
            <w:tcW w:w="3620" w:type="dxa"/>
            <w:vMerge/>
            <w:tcBorders>
              <w:bottom w:val="single" w:sz="4" w:space="0" w:color="D9D9D9" w:themeColor="background1" w:themeShade="D9"/>
            </w:tcBorders>
          </w:tcPr>
          <w:p w:rsidR="00CD2FD2" w:rsidRPr="00997E86" w:rsidRDefault="00CD2FD2" w:rsidP="00CD2FD2"/>
        </w:tc>
        <w:tc>
          <w:tcPr>
            <w:tcW w:w="2900" w:type="dxa"/>
            <w:vMerge/>
            <w:tcBorders>
              <w:bottom w:val="single" w:sz="4" w:space="0" w:color="D9D9D9" w:themeColor="background1" w:themeShade="D9"/>
            </w:tcBorders>
          </w:tcPr>
          <w:p w:rsidR="00CD2FD2" w:rsidRPr="00997E86" w:rsidRDefault="00CD2FD2" w:rsidP="00CD2FD2"/>
        </w:tc>
      </w:tr>
      <w:tr w:rsidR="00CD2FD2" w:rsidRPr="00997E86" w:rsidTr="00E952ED">
        <w:trPr>
          <w:trHeight w:val="288"/>
        </w:trPr>
        <w:tc>
          <w:tcPr>
            <w:tcW w:w="3869" w:type="dxa"/>
            <w:gridSpan w:val="3"/>
          </w:tcPr>
          <w:p w:rsidR="00CD2FD2" w:rsidRPr="00997E86" w:rsidRDefault="00CD2FD2" w:rsidP="00CD2FD2"/>
        </w:tc>
        <w:tc>
          <w:tcPr>
            <w:tcW w:w="450" w:type="dxa"/>
          </w:tcPr>
          <w:p w:rsidR="00CD2FD2" w:rsidRPr="00997E86" w:rsidRDefault="00CD2FD2" w:rsidP="00CD2FD2"/>
        </w:tc>
        <w:tc>
          <w:tcPr>
            <w:tcW w:w="3620" w:type="dxa"/>
            <w:tcBorders>
              <w:top w:val="single" w:sz="4" w:space="0" w:color="D9D9D9" w:themeColor="background1" w:themeShade="D9"/>
            </w:tcBorders>
          </w:tcPr>
          <w:p w:rsidR="00CD2FD2" w:rsidRPr="00997E86" w:rsidRDefault="00CD2FD2" w:rsidP="00CD2FD2"/>
        </w:tc>
        <w:tc>
          <w:tcPr>
            <w:tcW w:w="2900" w:type="dxa"/>
            <w:tcBorders>
              <w:top w:val="single" w:sz="4" w:space="0" w:color="D9D9D9" w:themeColor="background1" w:themeShade="D9"/>
            </w:tcBorders>
          </w:tcPr>
          <w:p w:rsidR="00CD2FD2" w:rsidRPr="00997E86" w:rsidRDefault="00CD2FD2" w:rsidP="00CD2FD2"/>
        </w:tc>
      </w:tr>
      <w:tr w:rsidR="00144072" w:rsidRPr="00997E86" w:rsidTr="00E952ED">
        <w:tc>
          <w:tcPr>
            <w:tcW w:w="3869" w:type="dxa"/>
            <w:gridSpan w:val="3"/>
            <w:tcBorders>
              <w:right w:val="single" w:sz="4" w:space="0" w:color="D9D9D9" w:themeColor="background1" w:themeShade="D9"/>
            </w:tcBorders>
          </w:tcPr>
          <w:sdt>
            <w:sdtPr>
              <w:id w:val="-2037806220"/>
              <w:placeholder>
                <w:docPart w:val="339AECFAB448491FA1DCB0C0E8CA2D34"/>
              </w:placeholder>
              <w:temporary/>
              <w:showingPlcHdr/>
              <w15:appearance w15:val="hidden"/>
            </w:sdtPr>
            <w:sdtEndPr/>
            <w:sdtContent>
              <w:p w:rsidR="00144072" w:rsidRDefault="00144072" w:rsidP="00144072">
                <w:pPr>
                  <w:pStyle w:val="Heading1"/>
                </w:pPr>
                <w:r>
                  <w:t>Skills</w:t>
                </w:r>
              </w:p>
            </w:sdtContent>
          </w:sdt>
          <w:p w:rsidR="00144072" w:rsidRDefault="00144072" w:rsidP="00144072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581C5FF" wp14:editId="5AE5DE4A">
                      <wp:extent cx="2152098" cy="2024737"/>
                      <wp:effectExtent l="0" t="0" r="635" b="0"/>
                      <wp:docPr id="153" name="Group 153">
                        <a:extLst xmlns:a="http://schemas.openxmlformats.org/drawingml/2006/main">
                          <a:ext uri="{C183D7F6-B498-43B3-948B-1728B52AA6E4}">
                            <adec:decorative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52098" cy="2024737"/>
                                <a:chOff x="0" y="0"/>
                                <a:chExt cx="2152098" cy="2024737"/>
                              </a:xfrm>
                            </wpg:grpSpPr>
                            <wpg:grpSp>
                              <wpg:cNvPr id="16" name="Group 16" descr="Skill">
                                <a:extLst>
                                  <a:ext uri="{FF2B5EF4-FFF2-40B4-BE49-F238E27FC236}">
                                    <a16:creationId xmlns:a16="http://schemas.microsoft.com/office/drawing/2014/main" id="{14B5F72C-D460-426C-8CFE-42530E52A749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0" y="0"/>
                                  <a:ext cx="2152098" cy="319762"/>
                                  <a:chOff x="502195" y="4913494"/>
                                  <a:chExt cx="2152098" cy="319762"/>
                                </a:xfrm>
                              </wpg:grpSpPr>
                              <wps:wsp>
                                <wps:cNvPr id="57" name="TextBox 55">
                                  <a:extLst>
                                    <a:ext uri="{FF2B5EF4-FFF2-40B4-BE49-F238E27FC236}">
                                      <a16:creationId xmlns:a16="http://schemas.microsoft.com/office/drawing/2014/main" id="{4707D8E0-47D0-4021-A9B6-EB99DCC9085A}"/>
                                    </a:ext>
                                  </a:extLst>
                                </wps:cNvPr>
                                <wps:cNvSpPr txBox="1"/>
                                <wps:spPr>
                                  <a:xfrm>
                                    <a:off x="502195" y="5081797"/>
                                    <a:ext cx="2152098" cy="1514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:rsidR="00144072" w:rsidRPr="008E2197" w:rsidRDefault="00144072" w:rsidP="008E2197">
                                      <w:pPr>
                                        <w:pStyle w:val="Skill"/>
                                      </w:pPr>
                                    </w:p>
                                  </w:txbxContent>
                                </wps:txbx>
                                <wps:bodyPr wrap="square" lIns="0" tIns="0" rIns="0" bIns="0" rtlCol="0">
                                  <a:noAutofit/>
                                </wps:bodyPr>
                              </wps:wsp>
                              <wps:wsp>
                                <wps:cNvPr id="58" name="Rectangle 58">
                                  <a:extLst>
                                    <a:ext uri="{FF2B5EF4-FFF2-40B4-BE49-F238E27FC236}">
                                      <a16:creationId xmlns:a16="http://schemas.microsoft.com/office/drawing/2014/main" id="{04AEC405-5100-4A1D-9105-A443B0F1D441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02195" y="4913494"/>
                                    <a:ext cx="2105268" cy="16326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59" name="Arrow: Pentagon 59">
                                  <a:extLst>
                                    <a:ext uri="{FF2B5EF4-FFF2-40B4-BE49-F238E27FC236}">
                                      <a16:creationId xmlns:a16="http://schemas.microsoft.com/office/drawing/2014/main" id="{52E54912-D24F-4029-BB3A-F19A5D1C9ABF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02196" y="4913494"/>
                                    <a:ext cx="1681410" cy="163265"/>
                                  </a:xfrm>
                                  <a:prstGeom prst="homePlate">
                                    <a:avLst/>
                                  </a:prstGeom>
                                  <a:solidFill>
                                    <a:schemeClr val="accent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60" name="TextBox 58">
                                  <a:extLst>
                                    <a:ext uri="{FF2B5EF4-FFF2-40B4-BE49-F238E27FC236}">
                                      <a16:creationId xmlns:a16="http://schemas.microsoft.com/office/drawing/2014/main" id="{135083A6-E1C2-4837-8209-D7890A3C8C76}"/>
                                    </a:ext>
                                  </a:extLst>
                                </wps:cNvPr>
                                <wps:cNvSpPr txBox="1"/>
                                <wps:spPr>
                                  <a:xfrm>
                                    <a:off x="1174241" y="4913494"/>
                                    <a:ext cx="761176" cy="1632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:rsidR="00144072" w:rsidRDefault="00824845" w:rsidP="00824845">
                                      <w:pPr>
                                        <w:pStyle w:val="Skillscore"/>
                                        <w:jc w:val="lef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t>Laravel-PHP</w:t>
                                      </w:r>
                                    </w:p>
                                  </w:txbxContent>
                                </wps:txbx>
                                <wps:bodyPr wrap="square" lIns="0" tIns="0" rIns="0" bIns="0" rtlCol="0">
                                  <a:noAutofit/>
                                </wps:bodyPr>
                              </wps:wsp>
                            </wpg:grpSp>
                            <wpg:grpSp>
                              <wpg:cNvPr id="24" name="Group 24" descr="Skill">
                                <a:extLst>
                                  <a:ext uri="{FF2B5EF4-FFF2-40B4-BE49-F238E27FC236}">
                                    <a16:creationId xmlns:a16="http://schemas.microsoft.com/office/drawing/2014/main" id="{BE98A68D-ACE6-4665-92F6-FB38854052EF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0" y="427797"/>
                                  <a:ext cx="2152098" cy="320590"/>
                                  <a:chOff x="502195" y="5338735"/>
                                  <a:chExt cx="2152098" cy="320590"/>
                                </a:xfrm>
                              </wpg:grpSpPr>
                              <wps:wsp>
                                <wps:cNvPr id="41" name="TextBox 114">
                                  <a:extLst>
                                    <a:ext uri="{FF2B5EF4-FFF2-40B4-BE49-F238E27FC236}">
                                      <a16:creationId xmlns:a16="http://schemas.microsoft.com/office/drawing/2014/main" id="{F5EF88ED-22DC-4B3A-A82B-3519289C50BB}"/>
                                    </a:ext>
                                  </a:extLst>
                                </wps:cNvPr>
                                <wps:cNvSpPr txBox="1"/>
                                <wps:spPr>
                                  <a:xfrm>
                                    <a:off x="502195" y="5507866"/>
                                    <a:ext cx="2152098" cy="1514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:rsidR="008E2197" w:rsidRDefault="008E2197" w:rsidP="008E2197">
                                      <w:pPr>
                                        <w:pStyle w:val="Skill"/>
                                      </w:pPr>
                                    </w:p>
                                    <w:p w:rsidR="00144072" w:rsidRDefault="00144072" w:rsidP="00144072">
                                      <w:pPr>
                                        <w:jc w:val="center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wrap="square" lIns="0" tIns="0" rIns="0" bIns="0" rtlCol="0">
                                  <a:noAutofit/>
                                </wps:bodyPr>
                              </wps:wsp>
                              <wps:wsp>
                                <wps:cNvPr id="42" name="Rectangle 42">
                                  <a:extLst>
                                    <a:ext uri="{FF2B5EF4-FFF2-40B4-BE49-F238E27FC236}">
                                      <a16:creationId xmlns:a16="http://schemas.microsoft.com/office/drawing/2014/main" id="{71CC5E50-646C-41CC-AA68-C7A3E6E7AB8B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02195" y="5339563"/>
                                    <a:ext cx="2105268" cy="16326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43" name="Arrow: Pentagon 43">
                                  <a:extLst>
                                    <a:ext uri="{FF2B5EF4-FFF2-40B4-BE49-F238E27FC236}">
                                      <a16:creationId xmlns:a16="http://schemas.microsoft.com/office/drawing/2014/main" id="{F6B15B20-8B7E-4BE3-8CC8-CC99B1D614A7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02196" y="5339563"/>
                                    <a:ext cx="1834604" cy="163265"/>
                                  </a:xfrm>
                                  <a:prstGeom prst="homePlate">
                                    <a:avLst/>
                                  </a:prstGeom>
                                  <a:solidFill>
                                    <a:schemeClr val="accent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44" name="TextBox 117">
                                  <a:extLst>
                                    <a:ext uri="{FF2B5EF4-FFF2-40B4-BE49-F238E27FC236}">
                                      <a16:creationId xmlns:a16="http://schemas.microsoft.com/office/drawing/2014/main" id="{12E5B5B7-1F2F-498E-8678-CAF56662BB13}"/>
                                    </a:ext>
                                  </a:extLst>
                                </wps:cNvPr>
                                <wps:cNvSpPr txBox="1"/>
                                <wps:spPr>
                                  <a:xfrm>
                                    <a:off x="1126507" y="5338735"/>
                                    <a:ext cx="926192" cy="1942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:rsidR="00144072" w:rsidRDefault="00824845" w:rsidP="00824845">
                                      <w:pPr>
                                        <w:pStyle w:val="Skillscore"/>
                                        <w:jc w:val="lef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t>Express js-NODE</w:t>
                                      </w:r>
                                    </w:p>
                                  </w:txbxContent>
                                </wps:txbx>
                                <wps:bodyPr wrap="square" lIns="0" tIns="0" rIns="0" bIns="0" rtlCol="0">
                                  <a:noAutofit/>
                                </wps:bodyPr>
                              </wps:wsp>
                            </wpg:grpSp>
                            <wpg:grpSp>
                              <wpg:cNvPr id="25" name="Group 25" descr="Skill">
                                <a:extLst>
                                  <a:ext uri="{FF2B5EF4-FFF2-40B4-BE49-F238E27FC236}">
                                    <a16:creationId xmlns:a16="http://schemas.microsoft.com/office/drawing/2014/main" id="{94872CF9-1AAF-4E3D-9AF1-AD32F5F552EB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0" y="856948"/>
                                  <a:ext cx="2152098" cy="320064"/>
                                  <a:chOff x="502195" y="5765330"/>
                                  <a:chExt cx="2152098" cy="320064"/>
                                </a:xfrm>
                              </wpg:grpSpPr>
                              <wps:wsp>
                                <wps:cNvPr id="37" name="TextBox 119">
                                  <a:extLst>
                                    <a:ext uri="{FF2B5EF4-FFF2-40B4-BE49-F238E27FC236}">
                                      <a16:creationId xmlns:a16="http://schemas.microsoft.com/office/drawing/2014/main" id="{E122A79F-82DC-41FF-89A7-9190F00BCC24}"/>
                                    </a:ext>
                                  </a:extLst>
                                </wps:cNvPr>
                                <wps:cNvSpPr txBox="1"/>
                                <wps:spPr>
                                  <a:xfrm>
                                    <a:off x="502195" y="5933935"/>
                                    <a:ext cx="2152098" cy="1514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:rsidR="008E2197" w:rsidRDefault="008E2197" w:rsidP="008E2197">
                                      <w:pPr>
                                        <w:pStyle w:val="Skill"/>
                                      </w:pPr>
                                    </w:p>
                                    <w:p w:rsidR="00144072" w:rsidRDefault="00144072" w:rsidP="00144072">
                                      <w:pPr>
                                        <w:jc w:val="center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wrap="square" lIns="0" tIns="0" rIns="0" bIns="0" rtlCol="0">
                                  <a:noAutofit/>
                                </wps:bodyPr>
                              </wps:wsp>
                              <wps:wsp>
                                <wps:cNvPr id="38" name="Rectangle 38">
                                  <a:extLst>
                                    <a:ext uri="{FF2B5EF4-FFF2-40B4-BE49-F238E27FC236}">
                                      <a16:creationId xmlns:a16="http://schemas.microsoft.com/office/drawing/2014/main" id="{22C8E622-ED5C-4223-A9EE-34067D050FCA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02195" y="5765632"/>
                                    <a:ext cx="2105268" cy="16326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39" name="Arrow: Pentagon 39">
                                  <a:extLst>
                                    <a:ext uri="{FF2B5EF4-FFF2-40B4-BE49-F238E27FC236}">
                                      <a16:creationId xmlns:a16="http://schemas.microsoft.com/office/drawing/2014/main" id="{616780C8-8470-469D-84D7-77CB48205595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02195" y="5765632"/>
                                    <a:ext cx="1990179" cy="163265"/>
                                  </a:xfrm>
                                  <a:prstGeom prst="homePlate">
                                    <a:avLst/>
                                  </a:prstGeom>
                                  <a:solidFill>
                                    <a:schemeClr val="accent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40" name="TextBox 122">
                                  <a:extLst>
                                    <a:ext uri="{FF2B5EF4-FFF2-40B4-BE49-F238E27FC236}">
                                      <a16:creationId xmlns:a16="http://schemas.microsoft.com/office/drawing/2014/main" id="{AEA907C0-239F-4EEC-B86A-898041A0B014}"/>
                                    </a:ext>
                                  </a:extLst>
                                </wps:cNvPr>
                                <wps:cNvSpPr txBox="1"/>
                                <wps:spPr>
                                  <a:xfrm>
                                    <a:off x="839111" y="5765330"/>
                                    <a:ext cx="1344500" cy="18377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:rsidR="008E2197" w:rsidRDefault="00824845" w:rsidP="008E2197">
                                      <w:pPr>
                                        <w:pStyle w:val="Skillscore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t xml:space="preserve">React Js, </w:t>
                                      </w:r>
                                      <w:r w:rsidR="00E952ED">
                                        <w:t>Nextjs ,</w:t>
                                      </w:r>
                                      <w:r>
                                        <w:t>Vue Js</w:t>
                                      </w:r>
                                    </w:p>
                                    <w:p w:rsidR="00144072" w:rsidRDefault="00144072" w:rsidP="00144072">
                                      <w:pPr>
                                        <w:jc w:val="center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wrap="square" lIns="0" tIns="0" rIns="0" bIns="0" rtlCol="0">
                                  <a:noAutofit/>
                                </wps:bodyPr>
                              </wps:wsp>
                            </wpg:grpSp>
                            <wpg:grpSp>
                              <wpg:cNvPr id="26" name="Group 26" descr="Skill">
                                <a:extLst>
                                  <a:ext uri="{FF2B5EF4-FFF2-40B4-BE49-F238E27FC236}">
                                    <a16:creationId xmlns:a16="http://schemas.microsoft.com/office/drawing/2014/main" id="{C59F7C1D-1538-4E3F-89B1-E2BBF65B4C3C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0" y="1285875"/>
                                  <a:ext cx="2152098" cy="319762"/>
                                  <a:chOff x="502195" y="6191701"/>
                                  <a:chExt cx="2152098" cy="319762"/>
                                </a:xfrm>
                              </wpg:grpSpPr>
                              <wps:wsp>
                                <wps:cNvPr id="33" name="TextBox 124">
                                  <a:extLst>
                                    <a:ext uri="{FF2B5EF4-FFF2-40B4-BE49-F238E27FC236}">
                                      <a16:creationId xmlns:a16="http://schemas.microsoft.com/office/drawing/2014/main" id="{01F13476-8E95-4C66-8BED-5A2D32854DED}"/>
                                    </a:ext>
                                  </a:extLst>
                                </wps:cNvPr>
                                <wps:cNvSpPr txBox="1"/>
                                <wps:spPr>
                                  <a:xfrm>
                                    <a:off x="502195" y="6360004"/>
                                    <a:ext cx="2152098" cy="1514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:rsidR="008E2197" w:rsidRDefault="008E2197" w:rsidP="008E2197">
                                      <w:pPr>
                                        <w:pStyle w:val="Skill"/>
                                      </w:pPr>
                                    </w:p>
                                    <w:p w:rsidR="00144072" w:rsidRDefault="00144072" w:rsidP="00144072">
                                      <w:pPr>
                                        <w:jc w:val="center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wrap="square" lIns="0" tIns="0" rIns="0" bIns="0" rtlCol="0">
                                  <a:noAutofit/>
                                </wps:bodyPr>
                              </wps:wsp>
                              <wps:wsp>
                                <wps:cNvPr id="34" name="Rectangle 34">
                                  <a:extLst>
                                    <a:ext uri="{FF2B5EF4-FFF2-40B4-BE49-F238E27FC236}">
                                      <a16:creationId xmlns:a16="http://schemas.microsoft.com/office/drawing/2014/main" id="{8746491D-E8C4-4B48-91AF-B406EF6AF94B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02195" y="6191701"/>
                                    <a:ext cx="2105268" cy="16326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35" name="Rectangle 35">
                                  <a:extLst>
                                    <a:ext uri="{FF2B5EF4-FFF2-40B4-BE49-F238E27FC236}">
                                      <a16:creationId xmlns:a16="http://schemas.microsoft.com/office/drawing/2014/main" id="{ABB252AF-D7F5-412C-A251-F4E190A2C889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02195" y="6191701"/>
                                    <a:ext cx="2105267" cy="16326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36" name="TextBox 127">
                                  <a:extLst>
                                    <a:ext uri="{FF2B5EF4-FFF2-40B4-BE49-F238E27FC236}">
                                      <a16:creationId xmlns:a16="http://schemas.microsoft.com/office/drawing/2014/main" id="{E0172FB5-9077-49D3-A96B-630ED4AB2D48}"/>
                                    </a:ext>
                                  </a:extLst>
                                </wps:cNvPr>
                                <wps:cNvSpPr txBox="1"/>
                                <wps:spPr>
                                  <a:xfrm>
                                    <a:off x="1046994" y="6209840"/>
                                    <a:ext cx="1053413" cy="1448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:rsidR="008E2197" w:rsidRDefault="00824845" w:rsidP="008E2197">
                                      <w:pPr>
                                        <w:pStyle w:val="Skillscore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t>MongoDB, Mysql</w:t>
                                      </w:r>
                                    </w:p>
                                    <w:p w:rsidR="00144072" w:rsidRDefault="00144072" w:rsidP="00144072">
                                      <w:pPr>
                                        <w:jc w:val="center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wrap="square" lIns="0" tIns="0" rIns="0" bIns="0" rtlCol="0">
                                  <a:noAutofit/>
                                </wps:bodyPr>
                              </wps:wsp>
                            </wpg:grpSp>
                            <wpg:grpSp>
                              <wpg:cNvPr id="27" name="Group 27" descr="Skill">
                                <a:extLst>
                                  <a:ext uri="{FF2B5EF4-FFF2-40B4-BE49-F238E27FC236}">
                                    <a16:creationId xmlns:a16="http://schemas.microsoft.com/office/drawing/2014/main" id="{073911AD-9B7C-475D-B32A-5F31B23D983E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0" y="1704975"/>
                                  <a:ext cx="2152098" cy="319762"/>
                                  <a:chOff x="502195" y="6617769"/>
                                  <a:chExt cx="2152098" cy="319762"/>
                                </a:xfrm>
                              </wpg:grpSpPr>
                              <wps:wsp>
                                <wps:cNvPr id="29" name="TextBox 129">
                                  <a:extLst>
                                    <a:ext uri="{FF2B5EF4-FFF2-40B4-BE49-F238E27FC236}">
                                      <a16:creationId xmlns:a16="http://schemas.microsoft.com/office/drawing/2014/main" id="{46A9BC46-5209-486F-85FB-95EDCA80303A}"/>
                                    </a:ext>
                                  </a:extLst>
                                </wps:cNvPr>
                                <wps:cNvSpPr txBox="1"/>
                                <wps:spPr>
                                  <a:xfrm>
                                    <a:off x="502195" y="6786072"/>
                                    <a:ext cx="2152098" cy="1514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:rsidR="008E2197" w:rsidRDefault="008E2197" w:rsidP="008E2197">
                                      <w:pPr>
                                        <w:pStyle w:val="Skill"/>
                                      </w:pPr>
                                    </w:p>
                                    <w:p w:rsidR="00144072" w:rsidRDefault="00144072" w:rsidP="008E2197"/>
                                  </w:txbxContent>
                                </wps:txbx>
                                <wps:bodyPr wrap="square" lIns="0" tIns="0" rIns="0" bIns="0" rtlCol="0">
                                  <a:noAutofit/>
                                </wps:bodyPr>
                              </wps:wsp>
                              <wps:wsp>
                                <wps:cNvPr id="30" name="Rectangle 30">
                                  <a:extLst>
                                    <a:ext uri="{FF2B5EF4-FFF2-40B4-BE49-F238E27FC236}">
                                      <a16:creationId xmlns:a16="http://schemas.microsoft.com/office/drawing/2014/main" id="{90B14F3D-2882-4C43-BEE1-E16E1B376244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02195" y="6617769"/>
                                    <a:ext cx="2105268" cy="16326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31" name="Arrow: Pentagon 31">
                                  <a:extLst>
                                    <a:ext uri="{FF2B5EF4-FFF2-40B4-BE49-F238E27FC236}">
                                      <a16:creationId xmlns:a16="http://schemas.microsoft.com/office/drawing/2014/main" id="{4E41D26B-B161-436A-B31A-33082096B04D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02196" y="6617769"/>
                                    <a:ext cx="1433221" cy="163265"/>
                                  </a:xfrm>
                                  <a:prstGeom prst="homePlate">
                                    <a:avLst/>
                                  </a:prstGeom>
                                  <a:solidFill>
                                    <a:schemeClr val="accent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32" name="TextBox 132">
                                  <a:extLst>
                                    <a:ext uri="{FF2B5EF4-FFF2-40B4-BE49-F238E27FC236}">
                                      <a16:creationId xmlns:a16="http://schemas.microsoft.com/office/drawing/2014/main" id="{BDBC9B58-1F11-4DA9-9CCF-2C06242D55C0}"/>
                                    </a:ext>
                                  </a:extLst>
                                </wps:cNvPr>
                                <wps:cNvSpPr txBox="1"/>
                                <wps:spPr>
                                  <a:xfrm>
                                    <a:off x="1174241" y="6617769"/>
                                    <a:ext cx="761176" cy="1632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:rsidR="008E2197" w:rsidRDefault="006210D0" w:rsidP="008E2197">
                                      <w:pPr>
                                        <w:pStyle w:val="Skillscore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t>Java EE</w:t>
                                      </w:r>
                                      <w:bookmarkStart w:id="0" w:name="_GoBack"/>
                                      <w:bookmarkEnd w:id="0"/>
                                    </w:p>
                                    <w:p w:rsidR="00144072" w:rsidRDefault="00144072" w:rsidP="00144072">
                                      <w:pPr>
                                        <w:jc w:val="center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wrap="square" lIns="0" tIns="0" rIns="0" bIns="0" rtlCol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581C5FF" id="Group 153" o:spid="_x0000_s1026" style="width:169.45pt;height:159.45pt;mso-position-horizontal-relative:char;mso-position-vertical-relative:line" coordsize="21520,20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">
                      <v:group id="Group 16" o:spid="_x0000_s1027" alt="Skill" style="position:absolute;width:21520;height:3197" coordorigin="5021,49134" coordsize="21520,3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Box 55" o:spid="_x0000_s1028" type="#_x0000_t202" style="position:absolute;left:5021;top:50817;width:21521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        <v:textbox inset="0,0,0,0">
                            <w:txbxContent>
                              <w:p w:rsidR="00144072" w:rsidRPr="008E2197" w:rsidRDefault="00144072" w:rsidP="008E2197">
                                <w:pPr>
                                  <w:pStyle w:val="Skill"/>
                                </w:pPr>
                              </w:p>
                            </w:txbxContent>
                          </v:textbox>
                        </v:shape>
                        <v:rect id="Rectangle 58" o:spid="_x0000_s1029" style="position:absolute;left:5021;top:49134;width:21053;height:1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" fillcolor="#cdedda [3207]" stroked="f" strokeweight="1pt"/>
                        <v:shapetype id="_x0000_t15" coordsize="21600,21600" o:spt="15" adj="16200" path="m@0,l,,,21600@0,21600,21600,10800xe">
                          <v:stroke joinstyle="miter"/>
                          <v:formulas>
                            <v:f eqn="val #0"/>
                            <v:f eqn="prod #0 1 2"/>
                          </v:formulas>
                          <v:path gradientshapeok="t" o:connecttype="custom" o:connectlocs="@1,0;0,10800;@1,21600;21600,10800" o:connectangles="270,180,90,0" textboxrect="0,0,10800,21600;0,0,16200,21600;0,0,21600,21600"/>
                          <v:handles>
                            <v:h position="#0,topLeft" xrange="0,21600"/>
                          </v:handles>
                        </v:shapetype>
                        <v:shape id="Arrow: Pentagon 59" o:spid="_x0000_s1030" type="#_x0000_t15" style="position:absolute;left:5021;top:49134;width:16815;height:1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" adj="20551" fillcolor="#1d3251 [3204]" stroked="f" strokeweight="1pt"/>
                        <v:shape id="TextBox 58" o:spid="_x0000_s1031" type="#_x0000_t202" style="position:absolute;left:11742;top:49134;width:7612;height:1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        <v:textbox inset="0,0,0,0">
                            <w:txbxContent>
                              <w:p w:rsidR="00144072" w:rsidRDefault="00824845" w:rsidP="00824845">
                                <w:pPr>
                                  <w:pStyle w:val="Skillscore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t>Laravel-PHP</w:t>
                                </w:r>
                              </w:p>
                            </w:txbxContent>
                          </v:textbox>
                        </v:shape>
                      </v:group>
                      <v:group id="Group 24" o:spid="_x0000_s1032" alt="Skill" style="position:absolute;top:4277;width:21520;height:3206" coordorigin="5021,53387" coordsize="21520,3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  <v:shape id="TextBox 114" o:spid="_x0000_s1033" type="#_x0000_t202" style="position:absolute;left:5021;top:55078;width:21521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        <v:textbox inset="0,0,0,0">
                            <w:txbxContent>
                              <w:p w:rsidR="008E2197" w:rsidRDefault="008E2197" w:rsidP="008E2197">
                                <w:pPr>
                                  <w:pStyle w:val="Skill"/>
                                </w:pPr>
                              </w:p>
                              <w:p w:rsidR="00144072" w:rsidRDefault="00144072" w:rsidP="00144072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v:textbox>
                        </v:shape>
                        <v:rect id="Rectangle 42" o:spid="_x0000_s1034" style="position:absolute;left:5021;top:53395;width:21053;height:1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" fillcolor="#cdedda [3207]" stroked="f" strokeweight="1pt"/>
                        <v:shape id="Arrow: Pentagon 43" o:spid="_x0000_s1035" type="#_x0000_t15" style="position:absolute;left:5021;top:53395;width:18347;height:1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" adj="20639" fillcolor="#1d3251 [3204]" stroked="f" strokeweight="1pt"/>
                        <v:shape id="TextBox 117" o:spid="_x0000_s1036" type="#_x0000_t202" style="position:absolute;left:11265;top:53387;width:9261;height:1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        <v:textbox inset="0,0,0,0">
                            <w:txbxContent>
                              <w:p w:rsidR="00144072" w:rsidRDefault="00824845" w:rsidP="00824845">
                                <w:pPr>
                                  <w:pStyle w:val="Skillscore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t>Express js-NODE</w:t>
                                </w:r>
                              </w:p>
                            </w:txbxContent>
                          </v:textbox>
                        </v:shape>
                      </v:group>
                      <v:group id="Group 25" o:spid="_x0000_s1037" alt="Skill" style="position:absolute;top:8569;width:21520;height:3201" coordorigin="5021,57653" coordsize="21520,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<v:shape id="TextBox 119" o:spid="_x0000_s1038" type="#_x0000_t202" style="position:absolute;left:5021;top:59339;width:21521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        <v:textbox inset="0,0,0,0">
                            <w:txbxContent>
                              <w:p w:rsidR="008E2197" w:rsidRDefault="008E2197" w:rsidP="008E2197">
                                <w:pPr>
                                  <w:pStyle w:val="Skill"/>
                                </w:pPr>
                              </w:p>
                              <w:p w:rsidR="00144072" w:rsidRDefault="00144072" w:rsidP="00144072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v:textbox>
                        </v:shape>
                        <v:rect id="Rectangle 38" o:spid="_x0000_s1039" style="position:absolute;left:5021;top:57656;width:21053;height:16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" fillcolor="#cdedda [3207]" stroked="f" strokeweight="1pt"/>
                        <v:shape id="Arrow: Pentagon 39" o:spid="_x0000_s1040" type="#_x0000_t15" style="position:absolute;left:5021;top:57656;width:19902;height:16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" adj="20714" fillcolor="#1d3251 [3204]" stroked="f" strokeweight="1pt"/>
                        <v:shape id="TextBox 122" o:spid="_x0000_s1041" type="#_x0000_t202" style="position:absolute;left:8391;top:57653;width:13445;height:1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        <v:textbox inset="0,0,0,0">
                            <w:txbxContent>
                              <w:p w:rsidR="008E2197" w:rsidRDefault="00824845" w:rsidP="008E2197">
                                <w:pPr>
                                  <w:pStyle w:val="Skillscore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t xml:space="preserve">React Js, </w:t>
                                </w:r>
                                <w:r w:rsidR="00E952ED">
                                  <w:t>Nextjs ,</w:t>
                                </w:r>
                                <w:r>
                                  <w:t>Vue Js</w:t>
                                </w:r>
                              </w:p>
                              <w:p w:rsidR="00144072" w:rsidRDefault="00144072" w:rsidP="00144072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oup 26" o:spid="_x0000_s1042" alt="Skill" style="position:absolute;top:12858;width:21520;height:3198" coordorigin="5021,61917" coordsize="21520,3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<v:shape id="TextBox 124" o:spid="_x0000_s1043" type="#_x0000_t202" style="position:absolute;left:5021;top:63600;width:21521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        <v:textbox inset="0,0,0,0">
                            <w:txbxContent>
                              <w:p w:rsidR="008E2197" w:rsidRDefault="008E2197" w:rsidP="008E2197">
                                <w:pPr>
                                  <w:pStyle w:val="Skill"/>
                                </w:pPr>
                              </w:p>
                              <w:p w:rsidR="00144072" w:rsidRDefault="00144072" w:rsidP="00144072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v:textbox>
                        </v:shape>
                        <v:rect id="Rectangle 34" o:spid="_x0000_s1044" style="position:absolute;left:5021;top:61917;width:21053;height:16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" fillcolor="#cdedda [3207]" stroked="f" strokeweight="1pt"/>
                        <v:rect id="Rectangle 35" o:spid="_x0000_s1045" style="position:absolute;left:5021;top:61917;width:21053;height:16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" fillcolor="#1d3251 [3204]" stroked="f" strokeweight="1pt"/>
                        <v:shape id="TextBox 127" o:spid="_x0000_s1046" type="#_x0000_t202" style="position:absolute;left:10469;top:62098;width:10535;height:14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        <v:textbox inset="0,0,0,0">
                            <w:txbxContent>
                              <w:p w:rsidR="008E2197" w:rsidRDefault="00824845" w:rsidP="008E2197">
                                <w:pPr>
                                  <w:pStyle w:val="Skillscore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t>MongoDB, Mysql</w:t>
                                </w:r>
                              </w:p>
                              <w:p w:rsidR="00144072" w:rsidRDefault="00144072" w:rsidP="00144072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oup 27" o:spid="_x0000_s1047" alt="Skill" style="position:absolute;top:17049;width:21520;height:3198" coordorigin="5021,66177" coordsize="21520,3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<v:shape id="TextBox 129" o:spid="_x0000_s1048" type="#_x0000_t202" style="position:absolute;left:5021;top:67860;width:21521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        <v:textbox inset="0,0,0,0">
                            <w:txbxContent>
                              <w:p w:rsidR="008E2197" w:rsidRDefault="008E2197" w:rsidP="008E2197">
                                <w:pPr>
                                  <w:pStyle w:val="Skill"/>
                                </w:pPr>
                              </w:p>
                              <w:p w:rsidR="00144072" w:rsidRDefault="00144072" w:rsidP="008E2197"/>
                            </w:txbxContent>
                          </v:textbox>
                        </v:shape>
                        <v:rect id="Rectangle 30" o:spid="_x0000_s1049" style="position:absolute;left:5021;top:66177;width:21053;height:1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" fillcolor="#cdedda [3207]" stroked="f" strokeweight="1pt"/>
                        <v:shape id="Arrow: Pentagon 31" o:spid="_x0000_s1050" type="#_x0000_t15" style="position:absolute;left:5021;top:66177;width:14333;height:1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" adj="20370" fillcolor="#1d3251 [3204]" stroked="f" strokeweight="1pt"/>
                        <v:shape id="TextBox 132" o:spid="_x0000_s1051" type="#_x0000_t202" style="position:absolute;left:11742;top:66177;width:7612;height:1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        <v:textbox inset="0,0,0,0">
                            <w:txbxContent>
                              <w:p w:rsidR="008E2197" w:rsidRDefault="006210D0" w:rsidP="008E2197">
                                <w:pPr>
                                  <w:pStyle w:val="Skillscore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t>Java EE</w:t>
                                </w:r>
                                <w:bookmarkStart w:id="1" w:name="_GoBack"/>
                                <w:bookmarkEnd w:id="1"/>
                              </w:p>
                              <w:p w:rsidR="00144072" w:rsidRDefault="00144072" w:rsidP="00144072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sdt>
            <w:sdtPr>
              <w:id w:val="434569950"/>
              <w:placeholder>
                <w:docPart w:val="9FAC0BCD6EBD46A1B6A436F0E42B999C"/>
              </w:placeholder>
              <w:temporary/>
              <w:showingPlcHdr/>
              <w15:appearance w15:val="hidden"/>
            </w:sdtPr>
            <w:sdtEndPr/>
            <w:sdtContent>
              <w:p w:rsidR="008E2197" w:rsidRDefault="008E2197" w:rsidP="008E2197">
                <w:pPr>
                  <w:pStyle w:val="Heading1"/>
                </w:pPr>
                <w:r>
                  <w:t>Education</w:t>
                </w:r>
              </w:p>
            </w:sdtContent>
          </w:sdt>
          <w:p w:rsidR="008E2197" w:rsidRDefault="001D2EBA" w:rsidP="008E2197">
            <w:pPr>
              <w:pStyle w:val="Heading2"/>
            </w:pPr>
            <w:r>
              <w:t xml:space="preserve">B.Sc. Maths/Computer </w:t>
            </w:r>
          </w:p>
          <w:p w:rsidR="001D2EBA" w:rsidRDefault="001D2EBA" w:rsidP="001D2EBA">
            <w:pPr>
              <w:pStyle w:val="Heading4"/>
            </w:pPr>
            <w:r>
              <w:t>University Of Port Harcourt</w:t>
            </w:r>
          </w:p>
          <w:p w:rsidR="001D2EBA" w:rsidRDefault="001D2EBA" w:rsidP="001D2EBA">
            <w:r>
              <w:t>2009-2014</w:t>
            </w:r>
          </w:p>
          <w:p w:rsidR="00552F9B" w:rsidRDefault="001D2EBA" w:rsidP="00552F9B">
            <w:pPr>
              <w:pStyle w:val="Heading2"/>
            </w:pPr>
            <w:r>
              <w:t>Senior School Certificate</w:t>
            </w:r>
          </w:p>
          <w:p w:rsidR="00552F9B" w:rsidRDefault="001D2EBA" w:rsidP="00552F9B">
            <w:pPr>
              <w:pStyle w:val="Heading4"/>
            </w:pPr>
            <w:r>
              <w:t>Comprehensive Secondary School, Okobo. Aks</w:t>
            </w:r>
          </w:p>
          <w:p w:rsidR="00552F9B" w:rsidRDefault="009F287F" w:rsidP="00552F9B">
            <w:r>
              <w:t>1998-1997</w:t>
            </w:r>
          </w:p>
          <w:p w:rsidR="00552F9B" w:rsidRDefault="009F287F" w:rsidP="00552F9B">
            <w:pPr>
              <w:pStyle w:val="Heading2"/>
            </w:pPr>
            <w:r>
              <w:t>First School Leaving</w:t>
            </w:r>
            <w:r w:rsidR="008F1872">
              <w:t xml:space="preserve"> </w:t>
            </w:r>
          </w:p>
          <w:p w:rsidR="00552F9B" w:rsidRDefault="009F287F" w:rsidP="00552F9B">
            <w:pPr>
              <w:pStyle w:val="Heading4"/>
            </w:pPr>
            <w:r>
              <w:t>Government Primary School, Uko-Uyukim, Oron</w:t>
            </w:r>
          </w:p>
          <w:p w:rsidR="00552F9B" w:rsidRPr="00552F9B" w:rsidRDefault="008F1872" w:rsidP="008F1872">
            <w:r>
              <w:t>1991-1997</w:t>
            </w:r>
          </w:p>
        </w:tc>
        <w:tc>
          <w:tcPr>
            <w:tcW w:w="450" w:type="dxa"/>
            <w:tcBorders>
              <w:left w:val="single" w:sz="4" w:space="0" w:color="D9D9D9" w:themeColor="background1" w:themeShade="D9"/>
            </w:tcBorders>
          </w:tcPr>
          <w:p w:rsidR="00144072" w:rsidRDefault="00144072" w:rsidP="00144072">
            <w:pPr>
              <w:pStyle w:val="Heading1"/>
            </w:pPr>
          </w:p>
          <w:p w:rsidR="00534EA3" w:rsidRDefault="00534EA3" w:rsidP="00534EA3"/>
          <w:p w:rsidR="00534EA3" w:rsidRPr="00534EA3" w:rsidRDefault="00534EA3" w:rsidP="00534EA3"/>
        </w:tc>
        <w:tc>
          <w:tcPr>
            <w:tcW w:w="6519" w:type="dxa"/>
            <w:gridSpan w:val="2"/>
          </w:tcPr>
          <w:p w:rsidR="00144072" w:rsidRDefault="007E455A" w:rsidP="00144072">
            <w:pPr>
              <w:pStyle w:val="Heading1"/>
            </w:pPr>
            <w:r>
              <w:t>Work experience</w:t>
            </w:r>
          </w:p>
          <w:p w:rsidR="00552F9B" w:rsidRDefault="008F1872" w:rsidP="00552F9B">
            <w:pPr>
              <w:pStyle w:val="Heading3"/>
            </w:pPr>
            <w:r>
              <w:t>Full Stack Developer</w:t>
            </w:r>
          </w:p>
          <w:p w:rsidR="004103C0" w:rsidRDefault="001D2EBA" w:rsidP="004103C0">
            <w:pPr>
              <w:pStyle w:val="Heading5"/>
            </w:pPr>
            <w:r>
              <w:t>Thinkschool Technology/Lagos State</w:t>
            </w:r>
            <w:r w:rsidR="008F1872">
              <w:t>/2019-2021</w:t>
            </w:r>
          </w:p>
          <w:p w:rsidR="006C2DFF" w:rsidRPr="00A6425D" w:rsidRDefault="008F1872" w:rsidP="00A6425D">
            <w:pPr>
              <w:pStyle w:val="JobDescription"/>
              <w:rPr>
                <w:rStyle w:val="JobDescriptionChar"/>
              </w:rPr>
            </w:pPr>
            <w:r>
              <w:t>Development/Management Of Web Applications</w:t>
            </w:r>
          </w:p>
          <w:p w:rsidR="00A6425D" w:rsidRDefault="008F1872" w:rsidP="008F1872">
            <w:pPr>
              <w:pStyle w:val="ListBullet"/>
            </w:pPr>
            <w:r>
              <w:t>Technical Manager</w:t>
            </w:r>
          </w:p>
          <w:p w:rsidR="008F1872" w:rsidRDefault="008F1872" w:rsidP="008F1872">
            <w:pPr>
              <w:pStyle w:val="ListBullet"/>
            </w:pPr>
            <w:r>
              <w:t>Developer</w:t>
            </w:r>
          </w:p>
          <w:p w:rsidR="008F1872" w:rsidRDefault="008F1872" w:rsidP="008F1872">
            <w:pPr>
              <w:pStyle w:val="ListBullet"/>
              <w:numPr>
                <w:ilvl w:val="0"/>
                <w:numId w:val="0"/>
              </w:numPr>
              <w:ind w:left="432"/>
            </w:pPr>
          </w:p>
          <w:p w:rsidR="00A6425D" w:rsidRDefault="008F1872" w:rsidP="00A6425D">
            <w:pPr>
              <w:pStyle w:val="Heading3"/>
            </w:pPr>
            <w:r>
              <w:t>MERN Stack Developer</w:t>
            </w:r>
          </w:p>
          <w:p w:rsidR="00A6425D" w:rsidRDefault="008F1872" w:rsidP="00A6425D">
            <w:pPr>
              <w:pStyle w:val="Heading5"/>
            </w:pPr>
            <w:r>
              <w:t>Quadria Limited/Port Harcourt/2016-2018</w:t>
            </w:r>
          </w:p>
          <w:p w:rsidR="00534EA3" w:rsidRPr="00A6425D" w:rsidRDefault="00534EA3" w:rsidP="00534EA3">
            <w:pPr>
              <w:pStyle w:val="JobDescription"/>
              <w:rPr>
                <w:rStyle w:val="JobDescriptionChar"/>
              </w:rPr>
            </w:pPr>
            <w:r>
              <w:t>Development/Management Of</w:t>
            </w:r>
            <w:r w:rsidR="00E952ED">
              <w:t xml:space="preserve"> </w:t>
            </w:r>
            <w:r>
              <w:t xml:space="preserve"> Web Applications</w:t>
            </w:r>
          </w:p>
          <w:p w:rsidR="00534EA3" w:rsidRDefault="00534EA3" w:rsidP="00534EA3">
            <w:pPr>
              <w:pStyle w:val="ListBullet"/>
            </w:pPr>
            <w:r>
              <w:t>React/Node Developer</w:t>
            </w:r>
          </w:p>
          <w:p w:rsidR="00A6425D" w:rsidRDefault="00534EA3" w:rsidP="00A6425D">
            <w:pPr>
              <w:pStyle w:val="Heading3"/>
            </w:pPr>
            <w:r>
              <w:t>ICT Instructor</w:t>
            </w:r>
          </w:p>
          <w:p w:rsidR="00A6425D" w:rsidRDefault="00534EA3" w:rsidP="00A6425D">
            <w:pPr>
              <w:pStyle w:val="Heading5"/>
            </w:pPr>
            <w:r>
              <w:t>Christi L’eco/Port Harcourt/2015-2016</w:t>
            </w:r>
          </w:p>
          <w:p w:rsidR="00A6425D" w:rsidRPr="00A6425D" w:rsidRDefault="00534EA3" w:rsidP="00A6425D">
            <w:pPr>
              <w:pStyle w:val="JobDescription"/>
              <w:rPr>
                <w:rStyle w:val="JobDescriptionChar"/>
              </w:rPr>
            </w:pPr>
            <w:r>
              <w:t>Head Of ICT Department</w:t>
            </w:r>
          </w:p>
          <w:p w:rsidR="00A6425D" w:rsidRDefault="00534EA3" w:rsidP="00534EA3">
            <w:pPr>
              <w:pStyle w:val="ListBullet"/>
            </w:pPr>
            <w:r>
              <w:t>Mathematics/ICT Teacher</w:t>
            </w:r>
          </w:p>
          <w:p w:rsidR="00534EA3" w:rsidRPr="006E3800" w:rsidRDefault="007E455A" w:rsidP="00534EA3">
            <w:pPr>
              <w:pStyle w:val="Heading3"/>
              <w:rPr>
                <w:b/>
              </w:rPr>
            </w:pPr>
            <w:r w:rsidRPr="006E3800">
              <w:rPr>
                <w:b/>
              </w:rPr>
              <w:t>PROJECTS ACCOMPLISHED</w:t>
            </w:r>
          </w:p>
          <w:p w:rsidR="00534EA3" w:rsidRDefault="007E455A" w:rsidP="00534EA3">
            <w:pPr>
              <w:pStyle w:val="Heading5"/>
            </w:pPr>
            <w:r>
              <w:t>Design/develops/management of :</w:t>
            </w:r>
          </w:p>
          <w:p w:rsidR="00534EA3" w:rsidRDefault="007E455A" w:rsidP="007E455A">
            <w:pPr>
              <w:pStyle w:val="JobDescription"/>
            </w:pPr>
            <w:r>
              <w:t>- School Manag</w:t>
            </w:r>
            <w:r w:rsidR="006E3800">
              <w:t>em</w:t>
            </w:r>
            <w:r>
              <w:t>ent Sof</w:t>
            </w:r>
            <w:r w:rsidR="006E3800">
              <w:t>t</w:t>
            </w:r>
            <w:r>
              <w:t>ware(Thinkschoolapp)</w:t>
            </w:r>
          </w:p>
          <w:p w:rsidR="007E455A" w:rsidRDefault="007E455A" w:rsidP="007E455A">
            <w:pPr>
              <w:pStyle w:val="JobDescription"/>
            </w:pPr>
            <w:r>
              <w:t>- Computer Based Test System(Royalbrain CBT System).</w:t>
            </w:r>
          </w:p>
          <w:p w:rsidR="007E455A" w:rsidRPr="006C2DFF" w:rsidRDefault="007E455A" w:rsidP="007E455A">
            <w:pPr>
              <w:pStyle w:val="JobDescription"/>
            </w:pPr>
            <w:r>
              <w:t>- E-commerce Application</w:t>
            </w:r>
            <w:r w:rsidR="006E3800">
              <w:t xml:space="preserve"> and other web applications/websites.</w:t>
            </w:r>
          </w:p>
        </w:tc>
      </w:tr>
    </w:tbl>
    <w:p w:rsidR="005A20B8" w:rsidRDefault="005A20B8"/>
    <w:sectPr w:rsidR="005A20B8" w:rsidSect="00C777FF">
      <w:headerReference w:type="default" r:id="rId26"/>
      <w:footerReference w:type="default" r:id="rId27"/>
      <w:pgSz w:w="12240" w:h="15840"/>
      <w:pgMar w:top="576" w:right="720" w:bottom="576" w:left="720" w:header="14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82A" w:rsidRDefault="0043782A" w:rsidP="00B21D64">
      <w:pPr>
        <w:spacing w:after="0" w:line="240" w:lineRule="auto"/>
      </w:pPr>
      <w:r>
        <w:separator/>
      </w:r>
    </w:p>
  </w:endnote>
  <w:endnote w:type="continuationSeparator" w:id="0">
    <w:p w:rsidR="0043782A" w:rsidRDefault="0043782A" w:rsidP="00B21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376" w:rsidRDefault="00A9637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22AC10" wp14:editId="7E31E332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812000" cy="365760"/>
              <wp:effectExtent l="0" t="0" r="0" b="0"/>
              <wp:wrapNone/>
              <wp:docPr id="128" name="Rectangle 8">
                <a:extLst xmlns:a="http://schemas.openxmlformats.org/drawingml/2006/main">
                  <a:ext uri="{FF2B5EF4-FFF2-40B4-BE49-F238E27FC236}">
                    <a16:creationId xmlns:a16="http://schemas.microsoft.com/office/drawing/2014/main" id="{F294C76A-149D-471C-83B1-CB21461C2CF0}"/>
                  </a:ext>
                  <a:ext uri="{C183D7F6-B498-43B3-948B-1728B52AA6E4}">
                    <adec:decorative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12000" cy="365760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wrap="square" rtlCol="0" anchor="ctr">
                      <a:noAutofit/>
                    </wps:bodyPr>
                  </wps:wsp>
                </a:graphicData>
              </a:graphic>
              <wp14:sizeRelH relativeFrom="page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68415B" id="Rectangle 8" o:spid="_x0000_s1026" style="position:absolute;margin-left:0;margin-top:0;width:615.1pt;height:28.8pt;z-index:251659264;visibility:visible;mso-wrap-style:square;mso-width-percent:1000;mso-height-percent:0;mso-wrap-distance-left:9pt;mso-wrap-distance-top:0;mso-wrap-distance-right:9pt;mso-wrap-distance-bottom:0;mso-position-horizontal:center;mso-position-horizontal-relative:page;mso-position-vertical:bottom;mso-position-vertical-relative:page;mso-width-percent:100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" fillcolor="#cdedda [3207]" stroked="f" strokeweight="1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82A" w:rsidRDefault="0043782A" w:rsidP="00B21D64">
      <w:pPr>
        <w:spacing w:after="0" w:line="240" w:lineRule="auto"/>
      </w:pPr>
      <w:r>
        <w:separator/>
      </w:r>
    </w:p>
  </w:footnote>
  <w:footnote w:type="continuationSeparator" w:id="0">
    <w:p w:rsidR="0043782A" w:rsidRDefault="0043782A" w:rsidP="00B21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D64" w:rsidRDefault="00997E86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5168" behindDoc="0" locked="0" layoutInCell="1" allowOverlap="1" wp14:anchorId="5499E1FF" wp14:editId="13C8174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794580" cy="4151376"/>
              <wp:effectExtent l="0" t="0" r="0" b="1905"/>
              <wp:wrapNone/>
              <wp:docPr id="129" name="Group 129">
                <a:extLst xmlns:a="http://schemas.openxmlformats.org/drawingml/2006/main">
                  <a:ext uri="{C183D7F6-B498-43B3-948B-1728B52AA6E4}">
                    <adec:decorative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94580" cy="4151376"/>
                        <a:chOff x="0" y="0"/>
                        <a:chExt cx="7794580" cy="4151267"/>
                      </a:xfrm>
                    </wpg:grpSpPr>
                    <wps:wsp>
                      <wps:cNvPr id="2" name="Rectangle 2">
                        <a:extLst>
                          <a:ext uri="{FF2B5EF4-FFF2-40B4-BE49-F238E27FC236}">
                            <a16:creationId xmlns:a16="http://schemas.microsoft.com/office/drawing/2014/main" id="{326EC125-E93E-40BE-B55C-6E23058151C4}"/>
                          </a:ext>
                        </a:extLst>
                      </wps:cNvPr>
                      <wps:cNvSpPr/>
                      <wps:spPr>
                        <a:xfrm>
                          <a:off x="2762250" y="1781175"/>
                          <a:ext cx="5032330" cy="124029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  <wps:wsp>
                      <wps:cNvPr id="3" name="Rectangle 3">
                        <a:extLst>
                          <a:ext uri="{FF2B5EF4-FFF2-40B4-BE49-F238E27FC236}">
                            <a16:creationId xmlns:a16="http://schemas.microsoft.com/office/drawing/2014/main" id="{4998032C-AD94-4468-92AD-813C55441BE0}"/>
                          </a:ext>
                        </a:extLst>
                      </wps:cNvPr>
                      <wps:cNvSpPr/>
                      <wps:spPr>
                        <a:xfrm>
                          <a:off x="0" y="1781175"/>
                          <a:ext cx="2757917" cy="237009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  <wps:wsp>
                      <wps:cNvPr id="1" name="Rectangle 4">
                        <a:extLst>
                          <a:ext uri="{FF2B5EF4-FFF2-40B4-BE49-F238E27FC236}">
                            <a16:creationId xmlns:a16="http://schemas.microsoft.com/office/drawing/2014/main" id="{7BC5FE86-2E8F-4B97-849C-CBEFA6E48077}"/>
                          </a:ext>
                        </a:extLst>
                      </wps:cNvPr>
                      <wps:cNvSpPr/>
                      <wps:spPr>
                        <a:xfrm>
                          <a:off x="0" y="0"/>
                          <a:ext cx="7790250" cy="1802182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9E88800" id="Group 129" o:spid="_x0000_s1026" style="position:absolute;margin-left:0;margin-top:0;width:613.75pt;height:326.9pt;z-index:251655168;mso-width-percent:1000;mso-position-horizontal:center;mso-position-horizontal-relative:page;mso-position-vertical:top;mso-position-vertical-relative:page;mso-width-percent:1000;mso-height-relative:margin" coordsize="77945,41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">
              <v:rect id="Rectangle 2" o:spid="_x0000_s1027" style="position:absolute;left:27622;top:17811;width:50323;height:1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" fillcolor="#cdedda [3207]" stroked="f" strokeweight="1pt"/>
              <v:rect id="Rectangle 3" o:spid="_x0000_s1028" style="position:absolute;top:17811;width:27579;height:237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" fillcolor="#f2f2f2 [3052]" stroked="f" strokeweight="1pt"/>
              <v:rect id="Rectangle 4" o:spid="_x0000_s1029" style="position:absolute;width:77902;height:180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" fillcolor="#1d3251 [3204]" strok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12005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551D8A"/>
    <w:multiLevelType w:val="multilevel"/>
    <w:tmpl w:val="9D984FD2"/>
    <w:styleLink w:val="BullettedList"/>
    <w:lvl w:ilvl="0">
      <w:start w:val="1"/>
      <w:numFmt w:val="bullet"/>
      <w:pStyle w:val="ListBullet"/>
      <w:lvlText w:val=""/>
      <w:lvlJc w:val="left"/>
      <w:pPr>
        <w:ind w:left="864" w:hanging="43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F3C8C"/>
    <w:multiLevelType w:val="hybridMultilevel"/>
    <w:tmpl w:val="FCEEF7F8"/>
    <w:lvl w:ilvl="0" w:tplc="775467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0C8F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F865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DA2B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AC11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560C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B865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6E67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0608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3CF2105"/>
    <w:multiLevelType w:val="multilevel"/>
    <w:tmpl w:val="9D984FD2"/>
    <w:numStyleLink w:val="BullettedList"/>
  </w:abstractNum>
  <w:abstractNum w:abstractNumId="4" w15:restartNumberingAfterBreak="0">
    <w:nsid w:val="446E678A"/>
    <w:multiLevelType w:val="hybridMultilevel"/>
    <w:tmpl w:val="E6087126"/>
    <w:lvl w:ilvl="0" w:tplc="235CF8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B664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5442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80DD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90C7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741E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7E57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806B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047E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ABF53FB"/>
    <w:multiLevelType w:val="hybridMultilevel"/>
    <w:tmpl w:val="FFB43984"/>
    <w:lvl w:ilvl="0" w:tplc="D8360E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E042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369E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526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6009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10E7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4A2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3238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A460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CE33E73"/>
    <w:multiLevelType w:val="hybridMultilevel"/>
    <w:tmpl w:val="F54E6F12"/>
    <w:lvl w:ilvl="0" w:tplc="8578F1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0CEB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FCB8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F0BD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AE5B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F006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3E63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12E8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F2A2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D80277C"/>
    <w:multiLevelType w:val="hybridMultilevel"/>
    <w:tmpl w:val="F7B22D9A"/>
    <w:lvl w:ilvl="0" w:tplc="F9EA2D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C450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6EFC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AC1C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92E5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D6F7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6EE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F00C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0ED6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FE02EA9"/>
    <w:multiLevelType w:val="hybridMultilevel"/>
    <w:tmpl w:val="944CC1F4"/>
    <w:lvl w:ilvl="0" w:tplc="345E8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1CEE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2422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9618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B0CB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CC92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6EB7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6A98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F43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EBA"/>
    <w:rsid w:val="000161E1"/>
    <w:rsid w:val="00021303"/>
    <w:rsid w:val="000E7F0E"/>
    <w:rsid w:val="00107E81"/>
    <w:rsid w:val="00144072"/>
    <w:rsid w:val="001D2EBA"/>
    <w:rsid w:val="0021475C"/>
    <w:rsid w:val="0037733D"/>
    <w:rsid w:val="003C0BB5"/>
    <w:rsid w:val="004067B9"/>
    <w:rsid w:val="004103C0"/>
    <w:rsid w:val="0043782A"/>
    <w:rsid w:val="00452292"/>
    <w:rsid w:val="004865C2"/>
    <w:rsid w:val="004B4147"/>
    <w:rsid w:val="00534EA3"/>
    <w:rsid w:val="00552F9B"/>
    <w:rsid w:val="005636A7"/>
    <w:rsid w:val="005A20B8"/>
    <w:rsid w:val="005B7DB3"/>
    <w:rsid w:val="0061400D"/>
    <w:rsid w:val="006210D0"/>
    <w:rsid w:val="00621B5C"/>
    <w:rsid w:val="006C2DFF"/>
    <w:rsid w:val="006E3800"/>
    <w:rsid w:val="007571B5"/>
    <w:rsid w:val="007772B1"/>
    <w:rsid w:val="00791616"/>
    <w:rsid w:val="007E455A"/>
    <w:rsid w:val="00824845"/>
    <w:rsid w:val="008424CE"/>
    <w:rsid w:val="00890F1A"/>
    <w:rsid w:val="008E2197"/>
    <w:rsid w:val="008F1872"/>
    <w:rsid w:val="009035C5"/>
    <w:rsid w:val="00997E86"/>
    <w:rsid w:val="009B7D45"/>
    <w:rsid w:val="009F287F"/>
    <w:rsid w:val="00A21AF8"/>
    <w:rsid w:val="00A6425D"/>
    <w:rsid w:val="00A96376"/>
    <w:rsid w:val="00B03ED5"/>
    <w:rsid w:val="00B21D64"/>
    <w:rsid w:val="00B73E22"/>
    <w:rsid w:val="00BB7CE4"/>
    <w:rsid w:val="00BC33C3"/>
    <w:rsid w:val="00BF0DAF"/>
    <w:rsid w:val="00C05345"/>
    <w:rsid w:val="00C344AA"/>
    <w:rsid w:val="00C37B1A"/>
    <w:rsid w:val="00C777FF"/>
    <w:rsid w:val="00CD2FD2"/>
    <w:rsid w:val="00D12DFD"/>
    <w:rsid w:val="00D62B7E"/>
    <w:rsid w:val="00E9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EB30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262626" w:themeColor="text1" w:themeTint="D9"/>
        <w:sz w:val="18"/>
        <w:szCs w:val="18"/>
        <w:lang w:val="en-US" w:eastAsia="en-US" w:bidi="ar-SA"/>
      </w:rPr>
    </w:rPrDefault>
    <w:pPrDefault>
      <w:pPr>
        <w:spacing w:after="16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1E1"/>
  </w:style>
  <w:style w:type="paragraph" w:styleId="Heading1">
    <w:name w:val="heading 1"/>
    <w:basedOn w:val="Normal"/>
    <w:next w:val="Normal"/>
    <w:link w:val="Heading1Char"/>
    <w:uiPriority w:val="9"/>
    <w:qFormat/>
    <w:rsid w:val="004865C2"/>
    <w:pPr>
      <w:keepNext/>
      <w:keepLines/>
      <w:outlineLvl w:val="0"/>
    </w:pPr>
    <w:rPr>
      <w:rFonts w:eastAsiaTheme="majorEastAsia" w:cstheme="majorBidi"/>
      <w:caps/>
      <w:color w:val="1D3251" w:themeColor="accent1"/>
      <w:spacing w:val="1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2197"/>
    <w:pPr>
      <w:keepNext/>
      <w:keepLines/>
      <w:spacing w:after="0"/>
      <w:outlineLvl w:val="1"/>
    </w:pPr>
    <w:rPr>
      <w:rFonts w:eastAsiaTheme="majorEastAsia" w:cstheme="majorBidi"/>
      <w:color w:val="1D3251" w:themeColor="accent1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2F9B"/>
    <w:pPr>
      <w:keepNext/>
      <w:keepLines/>
      <w:outlineLvl w:val="2"/>
    </w:pPr>
    <w:rPr>
      <w:rFonts w:eastAsiaTheme="majorEastAsia" w:cstheme="majorBidi"/>
      <w:color w:val="1D3251" w:themeColor="accent1"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2F9B"/>
    <w:pPr>
      <w:keepNext/>
      <w:keepLines/>
      <w:spacing w:after="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103C0"/>
    <w:pPr>
      <w:keepNext/>
      <w:keepLines/>
      <w:outlineLvl w:val="4"/>
    </w:pPr>
    <w:rPr>
      <w:rFonts w:eastAsiaTheme="majorEastAsia" w:cstheme="majorBidi"/>
      <w:i/>
      <w:color w:val="15253C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21D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61E1"/>
  </w:style>
  <w:style w:type="paragraph" w:styleId="Footer">
    <w:name w:val="footer"/>
    <w:basedOn w:val="Normal"/>
    <w:link w:val="FooterChar"/>
    <w:uiPriority w:val="99"/>
    <w:semiHidden/>
    <w:rsid w:val="00B21D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161E1"/>
  </w:style>
  <w:style w:type="paragraph" w:styleId="ListParagraph">
    <w:name w:val="List Paragraph"/>
    <w:basedOn w:val="Normal"/>
    <w:uiPriority w:val="34"/>
    <w:semiHidden/>
    <w:rsid w:val="00B21D6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997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0F1A"/>
    <w:rPr>
      <w:color w:val="808080"/>
    </w:rPr>
  </w:style>
  <w:style w:type="paragraph" w:customStyle="1" w:styleId="Logo">
    <w:name w:val="Logo"/>
    <w:basedOn w:val="Normal"/>
    <w:link w:val="LogoChar"/>
    <w:uiPriority w:val="12"/>
    <w:qFormat/>
    <w:rsid w:val="00890F1A"/>
    <w:pPr>
      <w:spacing w:after="0" w:line="240" w:lineRule="auto"/>
    </w:pPr>
    <w:rPr>
      <w:b/>
      <w:caps/>
      <w:color w:val="FFFFFF" w:themeColor="background1"/>
      <w:sz w:val="108"/>
    </w:rPr>
  </w:style>
  <w:style w:type="paragraph" w:styleId="Title">
    <w:name w:val="Title"/>
    <w:basedOn w:val="Normal"/>
    <w:next w:val="Normal"/>
    <w:link w:val="TitleChar"/>
    <w:uiPriority w:val="10"/>
    <w:qFormat/>
    <w:rsid w:val="00A21AF8"/>
    <w:pPr>
      <w:spacing w:before="360" w:after="120" w:line="192" w:lineRule="auto"/>
    </w:pPr>
    <w:rPr>
      <w:rFonts w:asciiTheme="majorHAnsi" w:eastAsiaTheme="majorEastAsia" w:hAnsiTheme="majorHAnsi" w:cstheme="majorBidi"/>
      <w:color w:val="CDEDDA" w:themeColor="accent4"/>
      <w:kern w:val="28"/>
      <w:sz w:val="44"/>
      <w:szCs w:val="56"/>
    </w:rPr>
  </w:style>
  <w:style w:type="character" w:customStyle="1" w:styleId="LogoChar">
    <w:name w:val="Logo Char"/>
    <w:basedOn w:val="DefaultParagraphFont"/>
    <w:link w:val="Logo"/>
    <w:uiPriority w:val="12"/>
    <w:rsid w:val="000161E1"/>
    <w:rPr>
      <w:b/>
      <w:caps/>
      <w:color w:val="FFFFFF" w:themeColor="background1"/>
      <w:sz w:val="108"/>
    </w:rPr>
  </w:style>
  <w:style w:type="character" w:customStyle="1" w:styleId="TitleChar">
    <w:name w:val="Title Char"/>
    <w:basedOn w:val="DefaultParagraphFont"/>
    <w:link w:val="Title"/>
    <w:uiPriority w:val="10"/>
    <w:rsid w:val="00A21AF8"/>
    <w:rPr>
      <w:rFonts w:asciiTheme="majorHAnsi" w:eastAsiaTheme="majorEastAsia" w:hAnsiTheme="majorHAnsi" w:cstheme="majorBidi"/>
      <w:color w:val="CDEDDA" w:themeColor="accent4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1AF8"/>
    <w:pPr>
      <w:numPr>
        <w:ilvl w:val="1"/>
      </w:numPr>
      <w:spacing w:after="0" w:line="240" w:lineRule="auto"/>
    </w:pPr>
    <w:rPr>
      <w:rFonts w:asciiTheme="majorHAnsi" w:eastAsiaTheme="minorEastAsia" w:hAnsiTheme="majorHAnsi"/>
      <w:color w:val="CDEDDA" w:themeColor="accent4"/>
      <w:sz w:val="4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21AF8"/>
    <w:rPr>
      <w:rFonts w:asciiTheme="majorHAnsi" w:eastAsiaTheme="minorEastAsia" w:hAnsiTheme="majorHAnsi"/>
      <w:color w:val="CDEDDA" w:themeColor="accent4"/>
      <w:sz w:val="44"/>
      <w:szCs w:val="22"/>
    </w:rPr>
  </w:style>
  <w:style w:type="paragraph" w:customStyle="1" w:styleId="Jobtitle">
    <w:name w:val="Job title"/>
    <w:basedOn w:val="Normal"/>
    <w:link w:val="JobtitleChar"/>
    <w:uiPriority w:val="13"/>
    <w:qFormat/>
    <w:rsid w:val="00A21AF8"/>
    <w:pPr>
      <w:spacing w:after="0" w:line="240" w:lineRule="auto"/>
    </w:pPr>
    <w:rPr>
      <w:color w:val="FFFFFF" w:themeColor="background1"/>
      <w:spacing w:val="120"/>
      <w:sz w:val="21"/>
    </w:rPr>
  </w:style>
  <w:style w:type="character" w:customStyle="1" w:styleId="Heading1Char">
    <w:name w:val="Heading 1 Char"/>
    <w:basedOn w:val="DefaultParagraphFont"/>
    <w:link w:val="Heading1"/>
    <w:uiPriority w:val="9"/>
    <w:rsid w:val="004865C2"/>
    <w:rPr>
      <w:rFonts w:eastAsiaTheme="majorEastAsia" w:cstheme="majorBidi"/>
      <w:caps/>
      <w:color w:val="1D3251" w:themeColor="accent1"/>
      <w:spacing w:val="120"/>
      <w:sz w:val="32"/>
      <w:szCs w:val="32"/>
    </w:rPr>
  </w:style>
  <w:style w:type="character" w:customStyle="1" w:styleId="JobtitleChar">
    <w:name w:val="Job title Char"/>
    <w:basedOn w:val="DefaultParagraphFont"/>
    <w:link w:val="Jobtitle"/>
    <w:uiPriority w:val="13"/>
    <w:rsid w:val="000161E1"/>
    <w:rPr>
      <w:color w:val="FFFFFF" w:themeColor="background1"/>
      <w:spacing w:val="120"/>
      <w:sz w:val="21"/>
    </w:rPr>
  </w:style>
  <w:style w:type="paragraph" w:customStyle="1" w:styleId="Introduction">
    <w:name w:val="Introduction"/>
    <w:basedOn w:val="Normal"/>
    <w:link w:val="IntroductionChar"/>
    <w:uiPriority w:val="15"/>
    <w:qFormat/>
    <w:rsid w:val="00D12DFD"/>
    <w:pPr>
      <w:ind w:right="288"/>
    </w:pPr>
    <w:rPr>
      <w:i/>
      <w:color w:val="1D3251" w:themeColor="accent5" w:themeShade="40"/>
      <w:sz w:val="28"/>
    </w:rPr>
  </w:style>
  <w:style w:type="paragraph" w:customStyle="1" w:styleId="Contact">
    <w:name w:val="Contact"/>
    <w:basedOn w:val="Normal"/>
    <w:link w:val="ContactChar"/>
    <w:uiPriority w:val="14"/>
    <w:qFormat/>
    <w:rsid w:val="00BF0DAF"/>
    <w:pPr>
      <w:spacing w:before="40" w:after="40" w:line="240" w:lineRule="auto"/>
    </w:pPr>
    <w:rPr>
      <w:rFonts w:asciiTheme="majorHAnsi" w:hAnsiTheme="majorHAnsi"/>
      <w:sz w:val="22"/>
    </w:rPr>
  </w:style>
  <w:style w:type="character" w:customStyle="1" w:styleId="IntroductionChar">
    <w:name w:val="Introduction Char"/>
    <w:basedOn w:val="DefaultParagraphFont"/>
    <w:link w:val="Introduction"/>
    <w:uiPriority w:val="15"/>
    <w:rsid w:val="000161E1"/>
    <w:rPr>
      <w:i/>
      <w:color w:val="1D3251" w:themeColor="accent5" w:themeShade="40"/>
      <w:sz w:val="28"/>
    </w:rPr>
  </w:style>
  <w:style w:type="paragraph" w:customStyle="1" w:styleId="Skill">
    <w:name w:val="Skill"/>
    <w:basedOn w:val="Normal"/>
    <w:link w:val="SkillChar"/>
    <w:uiPriority w:val="17"/>
    <w:qFormat/>
    <w:rsid w:val="008E2197"/>
    <w:pPr>
      <w:spacing w:after="0" w:line="240" w:lineRule="auto"/>
      <w:jc w:val="center"/>
    </w:pPr>
    <w:rPr>
      <w:kern w:val="24"/>
    </w:rPr>
  </w:style>
  <w:style w:type="character" w:customStyle="1" w:styleId="ContactChar">
    <w:name w:val="Contact Char"/>
    <w:basedOn w:val="DefaultParagraphFont"/>
    <w:link w:val="Contact"/>
    <w:uiPriority w:val="14"/>
    <w:rsid w:val="000161E1"/>
    <w:rPr>
      <w:rFonts w:asciiTheme="majorHAnsi" w:hAnsiTheme="majorHAnsi"/>
      <w:sz w:val="22"/>
    </w:rPr>
  </w:style>
  <w:style w:type="paragraph" w:customStyle="1" w:styleId="Skillscore">
    <w:name w:val="Skill score"/>
    <w:basedOn w:val="Normal"/>
    <w:link w:val="SkillscoreChar"/>
    <w:uiPriority w:val="16"/>
    <w:qFormat/>
    <w:rsid w:val="008E2197"/>
    <w:pPr>
      <w:jc w:val="center"/>
    </w:pPr>
    <w:rPr>
      <w:rFonts w:asciiTheme="majorHAnsi" w:hAnsiTheme="majorHAnsi"/>
      <w:color w:val="CDEDDA" w:themeColor="accent4"/>
      <w:kern w:val="24"/>
    </w:rPr>
  </w:style>
  <w:style w:type="character" w:customStyle="1" w:styleId="SkillChar">
    <w:name w:val="Skill Char"/>
    <w:basedOn w:val="DefaultParagraphFont"/>
    <w:link w:val="Skill"/>
    <w:uiPriority w:val="17"/>
    <w:rsid w:val="000161E1"/>
    <w:rPr>
      <w:kern w:val="24"/>
    </w:rPr>
  </w:style>
  <w:style w:type="character" w:customStyle="1" w:styleId="Heading2Char">
    <w:name w:val="Heading 2 Char"/>
    <w:basedOn w:val="DefaultParagraphFont"/>
    <w:link w:val="Heading2"/>
    <w:uiPriority w:val="9"/>
    <w:rsid w:val="008E2197"/>
    <w:rPr>
      <w:rFonts w:eastAsiaTheme="majorEastAsia" w:cstheme="majorBidi"/>
      <w:color w:val="1D3251" w:themeColor="accent1"/>
      <w:sz w:val="22"/>
      <w:szCs w:val="26"/>
    </w:rPr>
  </w:style>
  <w:style w:type="character" w:customStyle="1" w:styleId="SkillscoreChar">
    <w:name w:val="Skill score Char"/>
    <w:basedOn w:val="DefaultParagraphFont"/>
    <w:link w:val="Skillscore"/>
    <w:uiPriority w:val="16"/>
    <w:rsid w:val="000161E1"/>
    <w:rPr>
      <w:rFonts w:asciiTheme="majorHAnsi" w:hAnsiTheme="majorHAnsi"/>
      <w:color w:val="CDEDDA" w:themeColor="accent4"/>
      <w:kern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52F9B"/>
    <w:rPr>
      <w:rFonts w:eastAsiaTheme="majorEastAsia" w:cstheme="majorBidi"/>
      <w:color w:val="1D3251" w:themeColor="accent1"/>
      <w:sz w:val="22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52F9B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103C0"/>
    <w:rPr>
      <w:rFonts w:eastAsiaTheme="majorEastAsia" w:cstheme="majorBidi"/>
      <w:i/>
      <w:color w:val="15253C" w:themeColor="accent1" w:themeShade="BF"/>
    </w:rPr>
  </w:style>
  <w:style w:type="paragraph" w:styleId="ListBullet">
    <w:name w:val="List Bullet"/>
    <w:basedOn w:val="Normal"/>
    <w:uiPriority w:val="99"/>
    <w:qFormat/>
    <w:rsid w:val="00A6425D"/>
    <w:pPr>
      <w:numPr>
        <w:numId w:val="9"/>
      </w:numPr>
      <w:contextualSpacing/>
    </w:pPr>
  </w:style>
  <w:style w:type="numbering" w:customStyle="1" w:styleId="BullettedList">
    <w:name w:val="BullettedList"/>
    <w:uiPriority w:val="99"/>
    <w:rsid w:val="00A6425D"/>
    <w:pPr>
      <w:numPr>
        <w:numId w:val="8"/>
      </w:numPr>
    </w:pPr>
  </w:style>
  <w:style w:type="paragraph" w:customStyle="1" w:styleId="JobDescription">
    <w:name w:val="Job Description"/>
    <w:basedOn w:val="Normal"/>
    <w:link w:val="JobDescriptionChar"/>
    <w:uiPriority w:val="18"/>
    <w:qFormat/>
    <w:rsid w:val="00A6425D"/>
    <w:pPr>
      <w:spacing w:after="0"/>
    </w:pPr>
  </w:style>
  <w:style w:type="character" w:customStyle="1" w:styleId="JobDescriptionChar">
    <w:name w:val="Job Description Char"/>
    <w:basedOn w:val="DefaultParagraphFont"/>
    <w:link w:val="JobDescription"/>
    <w:uiPriority w:val="18"/>
    <w:rsid w:val="000161E1"/>
  </w:style>
  <w:style w:type="character" w:customStyle="1" w:styleId="vanity-namedomain">
    <w:name w:val="vanity-name__domain"/>
    <w:basedOn w:val="DefaultParagraphFont"/>
    <w:rsid w:val="00824845"/>
  </w:style>
  <w:style w:type="character" w:customStyle="1" w:styleId="vanity-namedisplay-name">
    <w:name w:val="vanity-name__display-name"/>
    <w:basedOn w:val="DefaultParagraphFont"/>
    <w:rsid w:val="00824845"/>
  </w:style>
  <w:style w:type="paragraph" w:customStyle="1" w:styleId="73E2E8698F6840409CD559197A25E01D">
    <w:name w:val="73E2E8698F6840409CD559197A25E01D"/>
    <w:rsid w:val="00534EA3"/>
    <w:pPr>
      <w:spacing w:line="259" w:lineRule="auto"/>
    </w:pPr>
    <w:rPr>
      <w:rFonts w:eastAsiaTheme="minorEastAsia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5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8.sv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1.svg"/><Relationship Id="rId7" Type="http://schemas.openxmlformats.org/officeDocument/2006/relationships/webSettings" Target="webSettings.xml"/><Relationship Id="rId12" Type="http://schemas.openxmlformats.org/officeDocument/2006/relationships/image" Target="media/image2.svg"/><Relationship Id="rId17" Type="http://schemas.openxmlformats.org/officeDocument/2006/relationships/image" Target="media/image6.png"/><Relationship Id="rId25" Type="http://schemas.openxmlformats.org/officeDocument/2006/relationships/image" Target="media/image11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8.png"/><Relationship Id="rId2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7.svg"/><Relationship Id="rId5" Type="http://schemas.openxmlformats.org/officeDocument/2006/relationships/styles" Target="styles.xml"/><Relationship Id="rId15" Type="http://schemas.openxmlformats.org/officeDocument/2006/relationships/image" Target="media/image5.svg"/><Relationship Id="rId23" Type="http://schemas.openxmlformats.org/officeDocument/2006/relationships/image" Target="media/image10.png"/><Relationship Id="rId28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image" Target="media/image7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image" Target="media/image9.png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ft\AppData\Roaming\Microsoft\Templates\Modern%20initials%20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A7CFE2915940A1BC4F5D7A9D072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D8FF69-2500-492B-9C87-225DEEFFD7CA}"/>
      </w:docPartPr>
      <w:docPartBody>
        <w:p w:rsidR="00EA573B" w:rsidRDefault="00BD5F7C">
          <w:pPr>
            <w:pStyle w:val="7BA7CFE2915940A1BC4F5D7A9D072B78"/>
          </w:pPr>
          <w:r w:rsidRPr="007772B1">
            <w:t>ABOUT ME</w:t>
          </w:r>
        </w:p>
      </w:docPartBody>
    </w:docPart>
    <w:docPart>
      <w:docPartPr>
        <w:name w:val="339AECFAB448491FA1DCB0C0E8CA2D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C96436-2D93-4AB3-B09D-E68306F71A97}"/>
      </w:docPartPr>
      <w:docPartBody>
        <w:p w:rsidR="00EA573B" w:rsidRDefault="00BD5F7C">
          <w:pPr>
            <w:pStyle w:val="339AECFAB448491FA1DCB0C0E8CA2D34"/>
          </w:pPr>
          <w:r>
            <w:t>Skills</w:t>
          </w:r>
        </w:p>
      </w:docPartBody>
    </w:docPart>
    <w:docPart>
      <w:docPartPr>
        <w:name w:val="9FAC0BCD6EBD46A1B6A436F0E42B99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BDD866-5409-4B1D-8904-60FEFFC25681}"/>
      </w:docPartPr>
      <w:docPartBody>
        <w:p w:rsidR="00EA573B" w:rsidRDefault="00BD5F7C">
          <w:pPr>
            <w:pStyle w:val="9FAC0BCD6EBD46A1B6A436F0E42B999C"/>
          </w:pPr>
          <w:r>
            <w:t>Education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51D8A"/>
    <w:multiLevelType w:val="multilevel"/>
    <w:tmpl w:val="9D984FD2"/>
    <w:styleLink w:val="BullettedList"/>
    <w:lvl w:ilvl="0">
      <w:start w:val="1"/>
      <w:numFmt w:val="bullet"/>
      <w:pStyle w:val="ListBullet"/>
      <w:lvlText w:val=""/>
      <w:lvlJc w:val="left"/>
      <w:pPr>
        <w:ind w:left="864" w:hanging="43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F2105"/>
    <w:multiLevelType w:val="multilevel"/>
    <w:tmpl w:val="9D984FD2"/>
    <w:numStyleLink w:val="BullettedList"/>
  </w:abstractNum>
  <w:num w:numId="1">
    <w:abstractNumId w:val="0"/>
  </w:num>
  <w:num w:numId="2">
    <w:abstractNumId w:val="1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382"/>
    <w:rsid w:val="004C11D3"/>
    <w:rsid w:val="00AF1382"/>
    <w:rsid w:val="00BD5F7C"/>
    <w:rsid w:val="00EA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2B300BBEF8248DD90D4BF14DC856D35">
    <w:name w:val="02B300BBEF8248DD90D4BF14DC856D35"/>
  </w:style>
  <w:style w:type="paragraph" w:customStyle="1" w:styleId="653CDFDC449E4BF7921ADA600551F6A1">
    <w:name w:val="653CDFDC449E4BF7921ADA600551F6A1"/>
  </w:style>
  <w:style w:type="paragraph" w:customStyle="1" w:styleId="5683F5C4C02A41F395B17845C712C403">
    <w:name w:val="5683F5C4C02A41F395B17845C712C403"/>
  </w:style>
  <w:style w:type="paragraph" w:customStyle="1" w:styleId="F825D8A5933D434489C5CF1BCCAAAB9F">
    <w:name w:val="F825D8A5933D434489C5CF1BCCAAAB9F"/>
  </w:style>
  <w:style w:type="paragraph" w:customStyle="1" w:styleId="7BA7CFE2915940A1BC4F5D7A9D072B78">
    <w:name w:val="7BA7CFE2915940A1BC4F5D7A9D072B78"/>
  </w:style>
  <w:style w:type="paragraph" w:customStyle="1" w:styleId="EA368EAA517D424CB14D8C3696B99F03">
    <w:name w:val="EA368EAA517D424CB14D8C3696B99F03"/>
  </w:style>
  <w:style w:type="paragraph" w:customStyle="1" w:styleId="6151A06D863F47C183C6A64204ABF05B">
    <w:name w:val="6151A06D863F47C183C6A64204ABF05B"/>
  </w:style>
  <w:style w:type="paragraph" w:customStyle="1" w:styleId="894EFE66EB00418AA90EE0EF77765472">
    <w:name w:val="894EFE66EB00418AA90EE0EF77765472"/>
  </w:style>
  <w:style w:type="paragraph" w:customStyle="1" w:styleId="A474BB293504434786FF6719DE41AADA">
    <w:name w:val="A474BB293504434786FF6719DE41AADA"/>
  </w:style>
  <w:style w:type="paragraph" w:customStyle="1" w:styleId="DC4BDBA45AE943AE99EC04255026A9DD">
    <w:name w:val="DC4BDBA45AE943AE99EC04255026A9DD"/>
  </w:style>
  <w:style w:type="paragraph" w:customStyle="1" w:styleId="CE132193965046B1975751B4F806F16C">
    <w:name w:val="CE132193965046B1975751B4F806F16C"/>
  </w:style>
  <w:style w:type="paragraph" w:customStyle="1" w:styleId="711F0EDCECD24963B7CC93C99CABE9EE">
    <w:name w:val="711F0EDCECD24963B7CC93C99CABE9EE"/>
  </w:style>
  <w:style w:type="paragraph" w:customStyle="1" w:styleId="339AECFAB448491FA1DCB0C0E8CA2D34">
    <w:name w:val="339AECFAB448491FA1DCB0C0E8CA2D34"/>
  </w:style>
  <w:style w:type="paragraph" w:customStyle="1" w:styleId="9FAC0BCD6EBD46A1B6A436F0E42B999C">
    <w:name w:val="9FAC0BCD6EBD46A1B6A436F0E42B999C"/>
  </w:style>
  <w:style w:type="paragraph" w:customStyle="1" w:styleId="30F1CC3DE51A4714960E2A3981BD9F44">
    <w:name w:val="30F1CC3DE51A4714960E2A3981BD9F44"/>
  </w:style>
  <w:style w:type="paragraph" w:customStyle="1" w:styleId="7D92A2B3981A48848DA0ACF64F581933">
    <w:name w:val="7D92A2B3981A48848DA0ACF64F581933"/>
  </w:style>
  <w:style w:type="paragraph" w:customStyle="1" w:styleId="1516993C7528464987B251018FFE1059">
    <w:name w:val="1516993C7528464987B251018FFE1059"/>
  </w:style>
  <w:style w:type="paragraph" w:customStyle="1" w:styleId="09DEDAEB7F4E489084F0B3230D3E04D2">
    <w:name w:val="09DEDAEB7F4E489084F0B3230D3E04D2"/>
  </w:style>
  <w:style w:type="paragraph" w:customStyle="1" w:styleId="98E8DEF0525B43FD8FAE08A1273C8115">
    <w:name w:val="98E8DEF0525B43FD8FAE08A1273C8115"/>
  </w:style>
  <w:style w:type="paragraph" w:customStyle="1" w:styleId="D46B19F78DB54FB8BFC4CD661D47584C">
    <w:name w:val="D46B19F78DB54FB8BFC4CD661D47584C"/>
  </w:style>
  <w:style w:type="paragraph" w:customStyle="1" w:styleId="03C6657FB38044C3A376AE7D4A753DC7">
    <w:name w:val="03C6657FB38044C3A376AE7D4A753DC7"/>
  </w:style>
  <w:style w:type="paragraph" w:customStyle="1" w:styleId="650648B65D274306B6B4CDA5DBBF5793">
    <w:name w:val="650648B65D274306B6B4CDA5DBBF5793"/>
  </w:style>
  <w:style w:type="paragraph" w:customStyle="1" w:styleId="4F2EA71C18A34D45A4C18D15E7107718">
    <w:name w:val="4F2EA71C18A34D45A4C18D15E7107718"/>
  </w:style>
  <w:style w:type="paragraph" w:customStyle="1" w:styleId="88997B2AD6CA4FEDBEF726925C5644C1">
    <w:name w:val="88997B2AD6CA4FEDBEF726925C5644C1"/>
  </w:style>
  <w:style w:type="paragraph" w:customStyle="1" w:styleId="C636A1E5F63446D6A6EFA24C8E463AFD">
    <w:name w:val="C636A1E5F63446D6A6EFA24C8E463AFD"/>
  </w:style>
  <w:style w:type="paragraph" w:customStyle="1" w:styleId="03E75054F34D4B2F8D8FBEE2EB20A6D4">
    <w:name w:val="03E75054F34D4B2F8D8FBEE2EB20A6D4"/>
  </w:style>
  <w:style w:type="paragraph" w:customStyle="1" w:styleId="JobDescription">
    <w:name w:val="Job Description"/>
    <w:basedOn w:val="Normal"/>
    <w:link w:val="JobDescriptionChar"/>
    <w:uiPriority w:val="18"/>
    <w:qFormat/>
    <w:pPr>
      <w:spacing w:after="0" w:line="288" w:lineRule="auto"/>
    </w:pPr>
    <w:rPr>
      <w:rFonts w:eastAsiaTheme="minorHAnsi"/>
      <w:color w:val="262626" w:themeColor="text1" w:themeTint="D9"/>
      <w:sz w:val="18"/>
      <w:szCs w:val="18"/>
    </w:rPr>
  </w:style>
  <w:style w:type="character" w:customStyle="1" w:styleId="JobDescriptionChar">
    <w:name w:val="Job Description Char"/>
    <w:basedOn w:val="DefaultParagraphFont"/>
    <w:link w:val="JobDescription"/>
    <w:uiPriority w:val="18"/>
    <w:rPr>
      <w:rFonts w:eastAsiaTheme="minorHAnsi"/>
      <w:color w:val="262626" w:themeColor="text1" w:themeTint="D9"/>
      <w:sz w:val="18"/>
      <w:szCs w:val="18"/>
    </w:rPr>
  </w:style>
  <w:style w:type="paragraph" w:customStyle="1" w:styleId="73E2E8698F6840409CD559197A25E01D">
    <w:name w:val="73E2E8698F6840409CD559197A25E01D"/>
  </w:style>
  <w:style w:type="paragraph" w:styleId="ListBullet">
    <w:name w:val="List Bullet"/>
    <w:basedOn w:val="Normal"/>
    <w:uiPriority w:val="99"/>
    <w:qFormat/>
    <w:pPr>
      <w:numPr>
        <w:numId w:val="2"/>
      </w:numPr>
      <w:spacing w:line="288" w:lineRule="auto"/>
      <w:contextualSpacing/>
    </w:pPr>
    <w:rPr>
      <w:rFonts w:eastAsiaTheme="minorHAnsi"/>
      <w:color w:val="262626" w:themeColor="text1" w:themeTint="D9"/>
      <w:sz w:val="18"/>
      <w:szCs w:val="18"/>
    </w:rPr>
  </w:style>
  <w:style w:type="numbering" w:customStyle="1" w:styleId="BullettedList">
    <w:name w:val="BullettedList"/>
    <w:uiPriority w:val="99"/>
    <w:pPr>
      <w:numPr>
        <w:numId w:val="1"/>
      </w:numPr>
    </w:pPr>
  </w:style>
  <w:style w:type="paragraph" w:customStyle="1" w:styleId="94012471EE7942ED8A3B3C179C2D4B24">
    <w:name w:val="94012471EE7942ED8A3B3C179C2D4B24"/>
  </w:style>
  <w:style w:type="paragraph" w:customStyle="1" w:styleId="B1BA2EFCBB284DC1B9C9E9B10B4B1437">
    <w:name w:val="B1BA2EFCBB284DC1B9C9E9B10B4B1437"/>
  </w:style>
  <w:style w:type="paragraph" w:customStyle="1" w:styleId="033476365BA74049A63A37816A8ACA13">
    <w:name w:val="033476365BA74049A63A37816A8ACA13"/>
  </w:style>
  <w:style w:type="paragraph" w:customStyle="1" w:styleId="75890AB678D64DFB88B0B55AABD7265D">
    <w:name w:val="75890AB678D64DFB88B0B55AABD7265D"/>
  </w:style>
  <w:style w:type="paragraph" w:customStyle="1" w:styleId="408516E27FA2486EA9B696B43CA0AD4A">
    <w:name w:val="408516E27FA2486EA9B696B43CA0AD4A"/>
  </w:style>
  <w:style w:type="paragraph" w:customStyle="1" w:styleId="E7A8CA421D554A42B4CE470550D803C5">
    <w:name w:val="E7A8CA421D554A42B4CE470550D803C5"/>
  </w:style>
  <w:style w:type="paragraph" w:customStyle="1" w:styleId="06332A378EAC431F9697D0264C5D04CF">
    <w:name w:val="06332A378EAC431F9697D0264C5D04CF"/>
  </w:style>
  <w:style w:type="paragraph" w:customStyle="1" w:styleId="BA7C598D5642491697D2E43CA97DA2E6">
    <w:name w:val="BA7C598D5642491697D2E43CA97DA2E6"/>
  </w:style>
  <w:style w:type="paragraph" w:customStyle="1" w:styleId="89F764C08B1F4F7D81EF1D53E1A31FA0">
    <w:name w:val="89F764C08B1F4F7D81EF1D53E1A31FA0"/>
  </w:style>
  <w:style w:type="paragraph" w:customStyle="1" w:styleId="4DC235C3F1F8427F8027526B70333B2E">
    <w:name w:val="4DC235C3F1F8427F8027526B70333B2E"/>
  </w:style>
  <w:style w:type="paragraph" w:customStyle="1" w:styleId="12B19344832241C5AEA501E80DD882CC">
    <w:name w:val="12B19344832241C5AEA501E80DD882CC"/>
  </w:style>
  <w:style w:type="paragraph" w:customStyle="1" w:styleId="1C0F9AF1345C4F9FB0212827FABFA579">
    <w:name w:val="1C0F9AF1345C4F9FB0212827FABFA579"/>
  </w:style>
  <w:style w:type="paragraph" w:customStyle="1" w:styleId="F4E135F5119E44E98A939C1E7F55B4B9">
    <w:name w:val="F4E135F5119E44E98A939C1E7F55B4B9"/>
  </w:style>
  <w:style w:type="paragraph" w:customStyle="1" w:styleId="93B229D99813401C844105769B1549ED">
    <w:name w:val="93B229D99813401C844105769B1549ED"/>
  </w:style>
  <w:style w:type="paragraph" w:customStyle="1" w:styleId="F367C66622C846F8A6D85F582432AB88">
    <w:name w:val="F367C66622C846F8A6D85F582432AB88"/>
  </w:style>
  <w:style w:type="paragraph" w:customStyle="1" w:styleId="7D7F9092479C4D508A4C3655CF2F54A3">
    <w:name w:val="7D7F9092479C4D508A4C3655CF2F54A3"/>
  </w:style>
  <w:style w:type="paragraph" w:customStyle="1" w:styleId="2BCB56E645BA4866AC0D81C706C5D688">
    <w:name w:val="2BCB56E645BA4866AC0D81C706C5D688"/>
  </w:style>
  <w:style w:type="paragraph" w:customStyle="1" w:styleId="497E32B399784C77A90D66538B8C7A5B">
    <w:name w:val="497E32B399784C77A90D66538B8C7A5B"/>
  </w:style>
  <w:style w:type="paragraph" w:customStyle="1" w:styleId="F33120C469024A7793774F9386CA511D">
    <w:name w:val="F33120C469024A7793774F9386CA511D"/>
  </w:style>
  <w:style w:type="paragraph" w:customStyle="1" w:styleId="1CCB003A72B84143925CE09C99AF8CE1">
    <w:name w:val="1CCB003A72B84143925CE09C99AF8CE1"/>
  </w:style>
  <w:style w:type="paragraph" w:customStyle="1" w:styleId="FE14D800DA6F440298DF752E7A343B77">
    <w:name w:val="FE14D800DA6F440298DF752E7A343B77"/>
  </w:style>
  <w:style w:type="paragraph" w:customStyle="1" w:styleId="27C8009CE6C94714A63A0B9A00BBC9CA">
    <w:name w:val="27C8009CE6C94714A63A0B9A00BBC9CA"/>
    <w:rsid w:val="00AF1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Resume">
  <a:themeElements>
    <a:clrScheme name="Custom 236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D3251"/>
      </a:accent1>
      <a:accent2>
        <a:srgbClr val="E00041"/>
      </a:accent2>
      <a:accent3>
        <a:srgbClr val="B4006C"/>
      </a:accent3>
      <a:accent4>
        <a:srgbClr val="CDEDDA"/>
      </a:accent4>
      <a:accent5>
        <a:srgbClr val="CDDAED"/>
      </a:accent5>
      <a:accent6>
        <a:srgbClr val="EDCDEA"/>
      </a:accent6>
      <a:hlink>
        <a:srgbClr val="FE0066"/>
      </a:hlink>
      <a:folHlink>
        <a:srgbClr val="FE0066"/>
      </a:folHlink>
    </a:clrScheme>
    <a:fontScheme name="Custom 243">
      <a:majorFont>
        <a:latin typeface="Rockwell"/>
        <a:ea typeface=""/>
        <a:cs typeface=""/>
      </a:majorFont>
      <a:minorFont>
        <a:latin typeface="Corbel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sume" id="{0C3F94F1-5056-472A-A3A7-DE04B7597931}" vid="{6B18A5B6-4DB9-4806-9EB1-504C4300FAB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96291512c1ee715ab617f4c07df79fc1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8256c27c40ca5c40ce1cf6c44f0205df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583799-85B8-4E2A-9EFE-6187A4DAF0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9CB4F8-792D-4AD0-B590-AADEB9CEAFAF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EDC5BE45-5605-47A2-9919-98DF89283E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Modern initials resume</Template>
  <TotalTime>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2022-02-28T09:46:00Z</dcterms:created>
  <dcterms:modified xsi:type="dcterms:W3CDTF">2022-03-02T18:58:00Z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